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121B7"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338F4B1F" wp14:editId="1B41B928">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7585F" w14:textId="77777777" w:rsidR="00CB2792" w:rsidRDefault="00CB2792" w:rsidP="00AC0C2F">
      <w:pPr>
        <w:rPr>
          <w:sz w:val="20"/>
          <w:szCs w:val="20"/>
        </w:rPr>
      </w:pPr>
    </w:p>
    <w:p w14:paraId="2A162E1F" w14:textId="77777777" w:rsidR="00AC0C2F" w:rsidRPr="00AC0C2F" w:rsidRDefault="00AC0C2F" w:rsidP="00AC0C2F">
      <w:pPr>
        <w:rPr>
          <w:sz w:val="20"/>
          <w:szCs w:val="20"/>
        </w:rPr>
      </w:pPr>
    </w:p>
    <w:p w14:paraId="2FF42D9C"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4586850D"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4AB1338" w14:textId="77777777" w:rsidR="00CB2792" w:rsidRDefault="00CB2792" w:rsidP="005D565B">
      <w:pPr>
        <w:jc w:val="center"/>
      </w:pPr>
    </w:p>
    <w:p w14:paraId="2E1D9FB6" w14:textId="77777777" w:rsidR="004F7EA5" w:rsidRDefault="004F7EA5" w:rsidP="00D42485">
      <w:pPr>
        <w:tabs>
          <w:tab w:val="right" w:pos="9072"/>
        </w:tabs>
        <w:rPr>
          <w:rFonts w:ascii="Garamond" w:hAnsi="Garamond"/>
          <w:sz w:val="22"/>
          <w:szCs w:val="22"/>
        </w:rPr>
      </w:pPr>
    </w:p>
    <w:p w14:paraId="6060882B" w14:textId="77777777" w:rsidR="005871CD" w:rsidRDefault="005871CD" w:rsidP="00D42485">
      <w:pPr>
        <w:tabs>
          <w:tab w:val="right" w:pos="9072"/>
        </w:tabs>
        <w:rPr>
          <w:rFonts w:ascii="Garamond" w:hAnsi="Garamond"/>
          <w:sz w:val="22"/>
          <w:szCs w:val="22"/>
        </w:rPr>
      </w:pPr>
    </w:p>
    <w:p w14:paraId="7254B541" w14:textId="6286A720" w:rsidR="00D42485" w:rsidRDefault="004B01ED" w:rsidP="00D42485">
      <w:pPr>
        <w:tabs>
          <w:tab w:val="right" w:pos="9072"/>
        </w:tabs>
        <w:rPr>
          <w:rFonts w:ascii="Garamond" w:hAnsi="Garamond"/>
          <w:b/>
          <w:bCs/>
          <w:smallCaps/>
          <w:sz w:val="22"/>
          <w:szCs w:val="22"/>
        </w:rPr>
      </w:pPr>
      <w:r>
        <w:rPr>
          <w:rFonts w:ascii="Garamond" w:hAnsi="Garamond"/>
          <w:b/>
          <w:bCs/>
          <w:smallCaps/>
          <w:sz w:val="22"/>
          <w:szCs w:val="22"/>
        </w:rPr>
        <w:t>MEDIENINFORMATION</w:t>
      </w:r>
    </w:p>
    <w:p w14:paraId="62C66165" w14:textId="2FB1E68B" w:rsidR="00801B42" w:rsidRPr="005871CD" w:rsidRDefault="00BF47CA" w:rsidP="00D42485">
      <w:pPr>
        <w:tabs>
          <w:tab w:val="right" w:pos="9072"/>
        </w:tabs>
        <w:rPr>
          <w:rFonts w:ascii="Garamond" w:hAnsi="Garamond"/>
          <w:b/>
          <w:bCs/>
          <w:smallCaps/>
          <w:sz w:val="22"/>
          <w:szCs w:val="22"/>
        </w:rPr>
      </w:pPr>
      <w:r>
        <w:rPr>
          <w:rFonts w:ascii="Garamond" w:hAnsi="Garamond"/>
          <w:b/>
          <w:bCs/>
          <w:smallCaps/>
          <w:sz w:val="22"/>
          <w:szCs w:val="22"/>
        </w:rPr>
        <w:t xml:space="preserve"> </w:t>
      </w:r>
    </w:p>
    <w:p w14:paraId="7F783182" w14:textId="77777777" w:rsidR="00D42485" w:rsidRDefault="00D42485" w:rsidP="00D42485">
      <w:pPr>
        <w:tabs>
          <w:tab w:val="right" w:pos="9072"/>
        </w:tabs>
        <w:rPr>
          <w:rFonts w:ascii="Garamond" w:hAnsi="Garamond"/>
          <w:sz w:val="22"/>
          <w:szCs w:val="22"/>
        </w:rPr>
      </w:pPr>
    </w:p>
    <w:p w14:paraId="57EB14C3" w14:textId="77777777" w:rsidR="00E325E9" w:rsidRDefault="00681B6D" w:rsidP="004422FC">
      <w:pPr>
        <w:ind w:right="-426"/>
        <w:rPr>
          <w:rFonts w:ascii="Garamond" w:hAnsi="Garamond"/>
          <w:b/>
          <w:bCs/>
          <w:sz w:val="36"/>
          <w:szCs w:val="36"/>
          <w:lang w:val="de-AT"/>
        </w:rPr>
      </w:pPr>
      <w:r>
        <w:rPr>
          <w:rFonts w:ascii="Garamond" w:hAnsi="Garamond"/>
          <w:b/>
          <w:bCs/>
          <w:sz w:val="36"/>
          <w:szCs w:val="36"/>
          <w:lang w:val="de-AT"/>
        </w:rPr>
        <w:t xml:space="preserve">Schauspielstar Cornelius Obonya unterstützt </w:t>
      </w:r>
    </w:p>
    <w:p w14:paraId="718B7B73" w14:textId="1C071CDD" w:rsidR="003A7653" w:rsidRPr="003035D0" w:rsidRDefault="00681B6D" w:rsidP="004422FC">
      <w:pPr>
        <w:ind w:right="-426"/>
        <w:rPr>
          <w:rFonts w:ascii="Garamond" w:hAnsi="Garamond"/>
          <w:b/>
          <w:bCs/>
          <w:sz w:val="36"/>
          <w:szCs w:val="36"/>
          <w:lang w:val="de-AT"/>
        </w:rPr>
      </w:pPr>
      <w:r>
        <w:rPr>
          <w:rFonts w:ascii="Garamond" w:hAnsi="Garamond"/>
          <w:b/>
          <w:bCs/>
          <w:sz w:val="36"/>
          <w:szCs w:val="36"/>
          <w:lang w:val="de-AT"/>
        </w:rPr>
        <w:t>die Malteser</w:t>
      </w:r>
      <w:r w:rsidR="00BC23D7">
        <w:rPr>
          <w:rFonts w:ascii="Garamond" w:hAnsi="Garamond"/>
          <w:b/>
          <w:bCs/>
          <w:sz w:val="36"/>
          <w:szCs w:val="36"/>
          <w:lang w:val="de-AT"/>
        </w:rPr>
        <w:t xml:space="preserve"> beim Benefiz-Gartencocktail</w:t>
      </w:r>
    </w:p>
    <w:p w14:paraId="27BE774D" w14:textId="77777777" w:rsidR="00AA464C" w:rsidRDefault="00AA464C" w:rsidP="00DE5737">
      <w:pPr>
        <w:tabs>
          <w:tab w:val="right" w:pos="9072"/>
        </w:tabs>
        <w:jc w:val="both"/>
        <w:rPr>
          <w:rFonts w:ascii="Garamond" w:hAnsi="Garamond"/>
          <w:b/>
          <w:bCs/>
          <w:sz w:val="22"/>
          <w:szCs w:val="22"/>
        </w:rPr>
      </w:pPr>
    </w:p>
    <w:p w14:paraId="5587B500" w14:textId="77777777" w:rsidR="001A0158" w:rsidRDefault="001A0158" w:rsidP="00DE5737">
      <w:pPr>
        <w:tabs>
          <w:tab w:val="right" w:pos="9072"/>
        </w:tabs>
        <w:jc w:val="both"/>
        <w:rPr>
          <w:rFonts w:ascii="Garamond" w:hAnsi="Garamond"/>
          <w:b/>
          <w:bCs/>
          <w:sz w:val="22"/>
          <w:szCs w:val="22"/>
        </w:rPr>
      </w:pPr>
    </w:p>
    <w:p w14:paraId="17F2F2BD" w14:textId="77777777" w:rsidR="00BC23D7" w:rsidRDefault="00BC23D7" w:rsidP="00DE5737">
      <w:pPr>
        <w:tabs>
          <w:tab w:val="right" w:pos="9072"/>
        </w:tabs>
        <w:jc w:val="both"/>
        <w:rPr>
          <w:rFonts w:ascii="Garamond" w:hAnsi="Garamond"/>
          <w:b/>
          <w:bCs/>
          <w:sz w:val="22"/>
          <w:szCs w:val="22"/>
        </w:rPr>
      </w:pPr>
    </w:p>
    <w:p w14:paraId="304C069C" w14:textId="7F08A32A" w:rsidR="003035D0" w:rsidRPr="00681B6D" w:rsidRDefault="00681B6D" w:rsidP="00681B6D">
      <w:pPr>
        <w:tabs>
          <w:tab w:val="right" w:pos="9072"/>
        </w:tabs>
        <w:jc w:val="both"/>
        <w:rPr>
          <w:rFonts w:ascii="Garamond" w:hAnsi="Garamond"/>
          <w:sz w:val="22"/>
          <w:szCs w:val="22"/>
          <w:lang w:val="de-AT"/>
        </w:rPr>
      </w:pPr>
      <w:r>
        <w:rPr>
          <w:rFonts w:ascii="Garamond" w:hAnsi="Garamond"/>
          <w:b/>
          <w:bCs/>
          <w:sz w:val="22"/>
          <w:szCs w:val="22"/>
          <w:lang w:val="de-AT"/>
        </w:rPr>
        <w:t>Wien</w:t>
      </w:r>
      <w:r w:rsidR="003035D0" w:rsidRPr="003035D0">
        <w:rPr>
          <w:rFonts w:ascii="Garamond" w:hAnsi="Garamond"/>
          <w:b/>
          <w:bCs/>
          <w:sz w:val="22"/>
          <w:szCs w:val="22"/>
          <w:lang w:val="de-AT"/>
        </w:rPr>
        <w:t xml:space="preserve">, </w:t>
      </w:r>
      <w:r>
        <w:rPr>
          <w:rFonts w:ascii="Garamond" w:hAnsi="Garamond"/>
          <w:b/>
          <w:bCs/>
          <w:sz w:val="22"/>
          <w:szCs w:val="22"/>
          <w:lang w:val="de-AT"/>
        </w:rPr>
        <w:t>12</w:t>
      </w:r>
      <w:r w:rsidR="003035D0" w:rsidRPr="003035D0">
        <w:rPr>
          <w:rFonts w:ascii="Garamond" w:hAnsi="Garamond"/>
          <w:b/>
          <w:bCs/>
          <w:sz w:val="22"/>
          <w:szCs w:val="22"/>
          <w:lang w:val="de-AT"/>
        </w:rPr>
        <w:t xml:space="preserve">. </w:t>
      </w:r>
      <w:r>
        <w:rPr>
          <w:rFonts w:ascii="Garamond" w:hAnsi="Garamond"/>
          <w:b/>
          <w:bCs/>
          <w:sz w:val="22"/>
          <w:szCs w:val="22"/>
          <w:lang w:val="de-AT"/>
        </w:rPr>
        <w:t>September</w:t>
      </w:r>
      <w:r w:rsidR="003035D0" w:rsidRPr="003035D0">
        <w:rPr>
          <w:rFonts w:ascii="Garamond" w:hAnsi="Garamond"/>
          <w:b/>
          <w:bCs/>
          <w:sz w:val="22"/>
          <w:szCs w:val="22"/>
          <w:lang w:val="de-AT"/>
        </w:rPr>
        <w:t xml:space="preserve"> 2023 – </w:t>
      </w:r>
      <w:r>
        <w:rPr>
          <w:rFonts w:ascii="Garamond" w:hAnsi="Garamond"/>
          <w:b/>
          <w:bCs/>
          <w:sz w:val="22"/>
          <w:szCs w:val="22"/>
          <w:lang w:val="de-AT"/>
        </w:rPr>
        <w:t xml:space="preserve">Erstmals seit der Fertigstellung vor mehr als einem Jahr, öffnete das 72 Betreuungsplätze umfassende, neue Pflegewohnheim der Malteser in Wien, das Malteser Ordenshaus, </w:t>
      </w:r>
      <w:r w:rsidRPr="00681B6D">
        <w:rPr>
          <w:rFonts w:ascii="Garamond" w:hAnsi="Garamond"/>
          <w:b/>
          <w:bCs/>
          <w:sz w:val="22"/>
          <w:szCs w:val="22"/>
          <w:lang w:val="de-AT"/>
        </w:rPr>
        <w:t xml:space="preserve">seine Pforten für eine exklusive Gruppe von Unterstützerinnen und Unterstützern. </w:t>
      </w:r>
      <w:r w:rsidRPr="00681B6D">
        <w:rPr>
          <w:rFonts w:ascii="Garamond" w:hAnsi="Garamond"/>
          <w:b/>
          <w:bCs/>
          <w:sz w:val="22"/>
          <w:szCs w:val="22"/>
        </w:rPr>
        <w:t xml:space="preserve">Der österreichische </w:t>
      </w:r>
      <w:r w:rsidR="005E271B">
        <w:rPr>
          <w:rFonts w:ascii="Garamond" w:hAnsi="Garamond"/>
          <w:b/>
          <w:bCs/>
          <w:sz w:val="22"/>
          <w:szCs w:val="22"/>
        </w:rPr>
        <w:t>S</w:t>
      </w:r>
      <w:r w:rsidRPr="00681B6D">
        <w:rPr>
          <w:rFonts w:ascii="Garamond" w:hAnsi="Garamond"/>
          <w:b/>
          <w:bCs/>
          <w:sz w:val="22"/>
          <w:szCs w:val="22"/>
        </w:rPr>
        <w:t>chauspieler und TV-Filmstar Cornelius Obonya stellte sich in den Dienst der guten Sache und begeisterte</w:t>
      </w:r>
      <w:r w:rsidR="00110EC5">
        <w:rPr>
          <w:rFonts w:ascii="Garamond" w:hAnsi="Garamond"/>
          <w:b/>
          <w:bCs/>
          <w:sz w:val="22"/>
          <w:szCs w:val="22"/>
        </w:rPr>
        <w:t xml:space="preserve"> beim Benefiz-Gartencocktail</w:t>
      </w:r>
      <w:r w:rsidRPr="00681B6D">
        <w:rPr>
          <w:rFonts w:ascii="Garamond" w:hAnsi="Garamond"/>
          <w:b/>
          <w:bCs/>
          <w:sz w:val="22"/>
          <w:szCs w:val="22"/>
        </w:rPr>
        <w:t xml:space="preserve"> u.a. mit seinen persönlichen Familien-Erfahrungen zum Älterwerden und </w:t>
      </w:r>
      <w:r w:rsidR="00110EC5">
        <w:rPr>
          <w:rFonts w:ascii="Garamond" w:hAnsi="Garamond"/>
          <w:b/>
          <w:bCs/>
          <w:sz w:val="22"/>
          <w:szCs w:val="22"/>
        </w:rPr>
        <w:t xml:space="preserve">seinen </w:t>
      </w:r>
      <w:r w:rsidR="004422FC">
        <w:rPr>
          <w:rFonts w:ascii="Garamond" w:hAnsi="Garamond"/>
          <w:b/>
          <w:bCs/>
          <w:sz w:val="22"/>
          <w:szCs w:val="22"/>
        </w:rPr>
        <w:t xml:space="preserve">literarischen </w:t>
      </w:r>
      <w:r w:rsidR="00110EC5">
        <w:rPr>
          <w:rFonts w:ascii="Garamond" w:hAnsi="Garamond"/>
          <w:b/>
          <w:bCs/>
          <w:sz w:val="22"/>
          <w:szCs w:val="22"/>
        </w:rPr>
        <w:t>Ausführungen über die</w:t>
      </w:r>
      <w:r w:rsidRPr="00681B6D">
        <w:rPr>
          <w:rFonts w:ascii="Garamond" w:hAnsi="Garamond"/>
          <w:b/>
          <w:bCs/>
          <w:sz w:val="22"/>
          <w:szCs w:val="22"/>
        </w:rPr>
        <w:t xml:space="preserve"> Bedeutung der Obsorge und Pflege.</w:t>
      </w:r>
    </w:p>
    <w:p w14:paraId="4471105F" w14:textId="77777777" w:rsidR="00AA464C" w:rsidRDefault="00AA464C" w:rsidP="00DE5737">
      <w:pPr>
        <w:tabs>
          <w:tab w:val="right" w:pos="9072"/>
        </w:tabs>
        <w:jc w:val="both"/>
        <w:rPr>
          <w:rFonts w:ascii="Garamond" w:hAnsi="Garamond"/>
          <w:sz w:val="22"/>
          <w:szCs w:val="22"/>
        </w:rPr>
      </w:pPr>
    </w:p>
    <w:p w14:paraId="036D0117" w14:textId="77777777" w:rsidR="00D42485" w:rsidRDefault="00D42485" w:rsidP="00DE5737">
      <w:pPr>
        <w:tabs>
          <w:tab w:val="right" w:pos="9072"/>
        </w:tabs>
        <w:jc w:val="both"/>
        <w:rPr>
          <w:rFonts w:ascii="Garamond" w:hAnsi="Garamond"/>
          <w:sz w:val="22"/>
          <w:szCs w:val="22"/>
        </w:rPr>
      </w:pPr>
    </w:p>
    <w:p w14:paraId="4B8BBAC1" w14:textId="77777777" w:rsidR="00BC23D7" w:rsidRDefault="00BC23D7" w:rsidP="00DE5737">
      <w:pPr>
        <w:tabs>
          <w:tab w:val="right" w:pos="9072"/>
        </w:tabs>
        <w:jc w:val="both"/>
        <w:rPr>
          <w:rFonts w:ascii="Garamond" w:hAnsi="Garamond"/>
          <w:sz w:val="22"/>
          <w:szCs w:val="22"/>
        </w:rPr>
      </w:pPr>
    </w:p>
    <w:p w14:paraId="21195F92" w14:textId="77777777" w:rsidR="002A4A6D" w:rsidRPr="002A4A6D" w:rsidRDefault="002A4A6D" w:rsidP="002A4A6D">
      <w:pPr>
        <w:tabs>
          <w:tab w:val="right" w:pos="9072"/>
        </w:tabs>
        <w:jc w:val="both"/>
        <w:rPr>
          <w:rFonts w:ascii="Garamond" w:hAnsi="Garamond"/>
          <w:sz w:val="22"/>
          <w:szCs w:val="22"/>
          <w:lang w:val="de-AT"/>
        </w:rPr>
      </w:pPr>
      <w:r w:rsidRPr="002A4A6D">
        <w:rPr>
          <w:rFonts w:ascii="Garamond" w:hAnsi="Garamond"/>
          <w:sz w:val="22"/>
          <w:szCs w:val="22"/>
          <w:lang w:val="de-AT"/>
        </w:rPr>
        <w:t xml:space="preserve">„Durch die Bekanntheit unserer großen SchauspielerInnen-Familie wissen viele, dass wir auch kürzlich durch das Ableben meiner geschätzten Tante, der großartigen Christiane Hörbiger, mit den Themen des Älterwerdens und den damit verbundenen Pflegebedürfnissen konfrontiert waren. Daher ist es mir eine große Freude, im Rahmen des Malteser Ordenshauses darauf aufmerksam zu machen, was an großartiger Fürsorge in Einrichtungen wie dieser tagtäglich geleistet wird“, führt Cornelius Obonya aus. Er ergänzt: „Es geht im Grund genommen darum, das Verständnis dafür zu fördern, was Menschsein bedeutet, und darum, dem Leben in all seinen Phasen die ihm zustehende Würde zuteil werden zu lassen. Unsere Welt braucht dringend Apelle für Mitgefühl, Empathie und Menschenwürde!“ Die von ihm dargebotenen Texte, u.a. von Erich Fried, untermauerten dies auf eindrucksvolle Weise. </w:t>
      </w:r>
    </w:p>
    <w:p w14:paraId="65742034" w14:textId="77777777" w:rsidR="002A4A6D" w:rsidRPr="002A4A6D" w:rsidRDefault="002A4A6D" w:rsidP="002A4A6D">
      <w:pPr>
        <w:tabs>
          <w:tab w:val="right" w:pos="9072"/>
        </w:tabs>
        <w:jc w:val="both"/>
        <w:rPr>
          <w:rFonts w:ascii="Garamond" w:hAnsi="Garamond"/>
          <w:sz w:val="22"/>
          <w:szCs w:val="22"/>
          <w:lang w:val="de-AT"/>
        </w:rPr>
      </w:pPr>
    </w:p>
    <w:p w14:paraId="330465A0" w14:textId="77777777" w:rsidR="002A4A6D" w:rsidRPr="002A4A6D" w:rsidRDefault="002A4A6D" w:rsidP="002A4A6D">
      <w:pPr>
        <w:tabs>
          <w:tab w:val="right" w:pos="9072"/>
        </w:tabs>
        <w:jc w:val="both"/>
        <w:rPr>
          <w:rFonts w:ascii="Garamond" w:hAnsi="Garamond"/>
          <w:sz w:val="22"/>
          <w:szCs w:val="22"/>
        </w:rPr>
      </w:pPr>
      <w:r w:rsidRPr="002A4A6D">
        <w:rPr>
          <w:rFonts w:ascii="Garamond" w:hAnsi="Garamond"/>
          <w:sz w:val="22"/>
          <w:szCs w:val="22"/>
          <w:lang w:val="de-AT"/>
        </w:rPr>
        <w:t xml:space="preserve">Musikalisch wurde der erstmals initiierte Benefiz-Gartencocktail umrahmt von einem Streicherensemble der Wiener Dommusik mit Konzertmeister </w:t>
      </w:r>
      <w:r w:rsidRPr="002A4A6D">
        <w:rPr>
          <w:rFonts w:ascii="Garamond" w:hAnsi="Garamond"/>
          <w:iCs/>
          <w:sz w:val="22"/>
          <w:szCs w:val="22"/>
        </w:rPr>
        <w:t>Ko Wang-</w:t>
      </w:r>
      <w:proofErr w:type="spellStart"/>
      <w:r w:rsidRPr="002A4A6D">
        <w:rPr>
          <w:rFonts w:ascii="Garamond" w:hAnsi="Garamond"/>
          <w:iCs/>
          <w:sz w:val="22"/>
          <w:szCs w:val="22"/>
        </w:rPr>
        <w:t>Yu</w:t>
      </w:r>
      <w:proofErr w:type="spellEnd"/>
      <w:r w:rsidRPr="002A4A6D">
        <w:rPr>
          <w:rFonts w:ascii="Garamond" w:hAnsi="Garamond"/>
          <w:iCs/>
          <w:sz w:val="22"/>
          <w:szCs w:val="22"/>
        </w:rPr>
        <w:t xml:space="preserve"> und Cristian </w:t>
      </w:r>
      <w:proofErr w:type="spellStart"/>
      <w:r w:rsidRPr="002A4A6D">
        <w:rPr>
          <w:rFonts w:ascii="Garamond" w:hAnsi="Garamond"/>
          <w:iCs/>
          <w:sz w:val="22"/>
          <w:szCs w:val="22"/>
        </w:rPr>
        <w:t>Nenescu</w:t>
      </w:r>
      <w:proofErr w:type="spellEnd"/>
      <w:r w:rsidRPr="002A4A6D">
        <w:rPr>
          <w:rFonts w:ascii="Garamond" w:hAnsi="Garamond"/>
          <w:iCs/>
          <w:sz w:val="22"/>
          <w:szCs w:val="22"/>
        </w:rPr>
        <w:t xml:space="preserve">, sowie dem bekannten britischen Sänger Carl </w:t>
      </w:r>
      <w:proofErr w:type="spellStart"/>
      <w:r w:rsidRPr="002A4A6D">
        <w:rPr>
          <w:rFonts w:ascii="Garamond" w:hAnsi="Garamond"/>
          <w:iCs/>
          <w:sz w:val="22"/>
          <w:szCs w:val="22"/>
        </w:rPr>
        <w:t>Avory</w:t>
      </w:r>
      <w:proofErr w:type="spellEnd"/>
      <w:r w:rsidRPr="002A4A6D">
        <w:rPr>
          <w:rFonts w:ascii="Garamond" w:hAnsi="Garamond"/>
          <w:iCs/>
          <w:sz w:val="22"/>
          <w:szCs w:val="22"/>
        </w:rPr>
        <w:t xml:space="preserve">. Der </w:t>
      </w:r>
      <w:r w:rsidRPr="002A4A6D">
        <w:rPr>
          <w:rFonts w:ascii="Garamond" w:hAnsi="Garamond"/>
          <w:sz w:val="22"/>
          <w:szCs w:val="22"/>
        </w:rPr>
        <w:t>Präsident des Vereins Malteser Ordenshaus, Mag. Erasmus Pachta-</w:t>
      </w:r>
      <w:proofErr w:type="spellStart"/>
      <w:r w:rsidRPr="002A4A6D">
        <w:rPr>
          <w:rFonts w:ascii="Garamond" w:hAnsi="Garamond"/>
          <w:sz w:val="22"/>
          <w:szCs w:val="22"/>
        </w:rPr>
        <w:t>Reyhofen</w:t>
      </w:r>
      <w:proofErr w:type="spellEnd"/>
      <w:r w:rsidRPr="002A4A6D">
        <w:rPr>
          <w:rFonts w:ascii="Garamond" w:hAnsi="Garamond"/>
          <w:sz w:val="22"/>
          <w:szCs w:val="22"/>
        </w:rPr>
        <w:t xml:space="preserve">, zeigte sich begeistert von der spontanen Unterstützung aller Mitwirkenden und Gäste: „Wenn man erstmals nach der Neuerrichtung eines so großen Hauses ins Auge fasst, eine Benefiz-Veranstaltung umzusetzen, fragt man sich, ob der Einladung wohl jemand folgen wird und ob sich Menschen in den Dienst der guten Sache stellen werden. Es ist für mich ein berührender Moment, dass sich so großartige Künstler bereiterklärt haben, uns zu helfen. Dafür von ganzem Herzen ein großes Danke!“ Der ebenfalls anwesende Großprior des Souveränen Malteser-Ritter-Ordens, </w:t>
      </w:r>
      <w:proofErr w:type="spellStart"/>
      <w:r w:rsidRPr="002A4A6D">
        <w:rPr>
          <w:rFonts w:ascii="Garamond" w:hAnsi="Garamond"/>
          <w:sz w:val="22"/>
          <w:szCs w:val="22"/>
        </w:rPr>
        <w:t>Fra</w:t>
      </w:r>
      <w:proofErr w:type="spellEnd"/>
      <w:r w:rsidRPr="002A4A6D">
        <w:rPr>
          <w:rFonts w:ascii="Garamond" w:hAnsi="Garamond"/>
          <w:sz w:val="22"/>
          <w:szCs w:val="22"/>
        </w:rPr>
        <w:t xml:space="preserve">´ Gottfried </w:t>
      </w:r>
      <w:proofErr w:type="spellStart"/>
      <w:r w:rsidRPr="002A4A6D">
        <w:rPr>
          <w:rFonts w:ascii="Garamond" w:hAnsi="Garamond"/>
          <w:sz w:val="22"/>
          <w:szCs w:val="22"/>
        </w:rPr>
        <w:t>Ku</w:t>
      </w:r>
      <w:r w:rsidRPr="002A4A6D">
        <w:rPr>
          <w:sz w:val="22"/>
          <w:szCs w:val="22"/>
        </w:rPr>
        <w:t>̈</w:t>
      </w:r>
      <w:r w:rsidRPr="002A4A6D">
        <w:rPr>
          <w:rFonts w:ascii="Garamond" w:hAnsi="Garamond"/>
          <w:sz w:val="22"/>
          <w:szCs w:val="22"/>
        </w:rPr>
        <w:t>hnelt-Leddihn</w:t>
      </w:r>
      <w:proofErr w:type="spellEnd"/>
      <w:r w:rsidRPr="002A4A6D">
        <w:rPr>
          <w:rFonts w:ascii="Garamond" w:hAnsi="Garamond"/>
          <w:sz w:val="22"/>
          <w:szCs w:val="22"/>
        </w:rPr>
        <w:t>, schließt sich dem Dank an. Er erwähnte in seinen Begrüßungsworten, dass „alle heute Anwesenden ein Beweis für Verantwortungsbewusstsein sind. Der Ordensgründer, der Selige Gerhard, hat bereits im Jahr 1099 n. Chr. geschrieben: ‚Mit Gottes Hilfe wird es immer Menschen geben die bereit sind, das Leid geringer und das Elend erträglicher zu machen.‘ Sie alle, werte Gäste und Mitwirkende, sind ein Beweis dafür und ihnen gebührt unser Dank.“</w:t>
      </w:r>
    </w:p>
    <w:p w14:paraId="4ABB72D5" w14:textId="77777777" w:rsidR="002A4A6D" w:rsidRPr="002A4A6D" w:rsidRDefault="002A4A6D" w:rsidP="002A4A6D">
      <w:pPr>
        <w:tabs>
          <w:tab w:val="right" w:pos="9072"/>
        </w:tabs>
        <w:jc w:val="both"/>
        <w:rPr>
          <w:rFonts w:ascii="Garamond" w:hAnsi="Garamond"/>
          <w:sz w:val="22"/>
          <w:szCs w:val="22"/>
        </w:rPr>
      </w:pPr>
    </w:p>
    <w:p w14:paraId="143128B4" w14:textId="77777777" w:rsidR="002A4A6D" w:rsidRPr="002A4A6D" w:rsidRDefault="002A4A6D" w:rsidP="002A4A6D">
      <w:pPr>
        <w:tabs>
          <w:tab w:val="right" w:pos="9072"/>
        </w:tabs>
        <w:jc w:val="both"/>
        <w:rPr>
          <w:rFonts w:ascii="Garamond" w:hAnsi="Garamond"/>
          <w:sz w:val="22"/>
          <w:szCs w:val="22"/>
        </w:rPr>
      </w:pPr>
      <w:r w:rsidRPr="002A4A6D">
        <w:rPr>
          <w:rFonts w:ascii="Garamond" w:hAnsi="Garamond"/>
          <w:sz w:val="22"/>
          <w:szCs w:val="22"/>
        </w:rPr>
        <w:lastRenderedPageBreak/>
        <w:t xml:space="preserve">Neben den durch die Eintrittsspenden generierten Mittel spendeten die Gäste bereitwillig durch ihre Teilnahme an einer mit hochkarätigen Preisen ausgestatteten Tombola. So freuen sich die GewinnerInnen über eine exklusive Altstadt-Führung mit dem Kunsthistoriker Prof. Wolfgang Bandion, über ein exklusives Privat-Orgelkonzert mit Domorganist Konstantin </w:t>
      </w:r>
      <w:proofErr w:type="spellStart"/>
      <w:r w:rsidRPr="002A4A6D">
        <w:rPr>
          <w:rFonts w:ascii="Garamond" w:hAnsi="Garamond"/>
          <w:sz w:val="22"/>
          <w:szCs w:val="22"/>
        </w:rPr>
        <w:t>Reymaier</w:t>
      </w:r>
      <w:proofErr w:type="spellEnd"/>
      <w:r w:rsidRPr="002A4A6D">
        <w:rPr>
          <w:rFonts w:ascii="Garamond" w:hAnsi="Garamond"/>
          <w:sz w:val="22"/>
          <w:szCs w:val="22"/>
        </w:rPr>
        <w:t xml:space="preserve"> in der Malteserkirche, über eine Stephansdom-Spezialführung mit Begrüßung durch Dompfarrer Toni Faber, über die ansonsten nicht mögliche Beobachtung der Probenarbeit der Wiener Dommusik mit Domkapellmeister Markus </w:t>
      </w:r>
      <w:proofErr w:type="spellStart"/>
      <w:r w:rsidRPr="002A4A6D">
        <w:rPr>
          <w:rFonts w:ascii="Garamond" w:hAnsi="Garamond"/>
          <w:sz w:val="22"/>
          <w:szCs w:val="22"/>
        </w:rPr>
        <w:t>Landerer</w:t>
      </w:r>
      <w:proofErr w:type="spellEnd"/>
      <w:r w:rsidRPr="002A4A6D">
        <w:rPr>
          <w:rFonts w:ascii="Garamond" w:hAnsi="Garamond"/>
          <w:sz w:val="22"/>
          <w:szCs w:val="22"/>
        </w:rPr>
        <w:t xml:space="preserve">, über eine professionell begleitete, exklusive Ruderstunde mit dem Profiboot von und mit Dr. Florian </w:t>
      </w:r>
      <w:proofErr w:type="spellStart"/>
      <w:r w:rsidRPr="002A4A6D">
        <w:rPr>
          <w:rFonts w:ascii="Garamond" w:hAnsi="Garamond"/>
          <w:sz w:val="22"/>
          <w:szCs w:val="22"/>
        </w:rPr>
        <w:t>Kremslehner</w:t>
      </w:r>
      <w:proofErr w:type="spellEnd"/>
      <w:r w:rsidRPr="002A4A6D">
        <w:rPr>
          <w:rFonts w:ascii="Garamond" w:hAnsi="Garamond"/>
          <w:sz w:val="22"/>
          <w:szCs w:val="22"/>
        </w:rPr>
        <w:t xml:space="preserve">, über eine Einführung in die Welt des Karate mit Ordens-Rezeptor Mag. Dr. Ulrich </w:t>
      </w:r>
      <w:proofErr w:type="spellStart"/>
      <w:r w:rsidRPr="002A4A6D">
        <w:rPr>
          <w:rFonts w:ascii="Garamond" w:hAnsi="Garamond"/>
          <w:sz w:val="22"/>
          <w:szCs w:val="22"/>
        </w:rPr>
        <w:t>Glaunach</w:t>
      </w:r>
      <w:proofErr w:type="spellEnd"/>
      <w:r w:rsidRPr="002A4A6D">
        <w:rPr>
          <w:rFonts w:ascii="Garamond" w:hAnsi="Garamond"/>
          <w:sz w:val="22"/>
          <w:szCs w:val="22"/>
        </w:rPr>
        <w:t xml:space="preserve"> und über viele weitere Sachpreise. </w:t>
      </w:r>
    </w:p>
    <w:p w14:paraId="3CF33444" w14:textId="77777777" w:rsidR="002A4A6D" w:rsidRPr="002A4A6D" w:rsidRDefault="002A4A6D" w:rsidP="002A4A6D">
      <w:pPr>
        <w:tabs>
          <w:tab w:val="right" w:pos="9072"/>
        </w:tabs>
        <w:jc w:val="both"/>
        <w:rPr>
          <w:rFonts w:ascii="Garamond" w:hAnsi="Garamond"/>
          <w:sz w:val="22"/>
          <w:szCs w:val="22"/>
        </w:rPr>
      </w:pPr>
    </w:p>
    <w:p w14:paraId="5928FB5B" w14:textId="77777777" w:rsidR="002A4A6D" w:rsidRPr="002A4A6D" w:rsidRDefault="002A4A6D" w:rsidP="002A4A6D">
      <w:pPr>
        <w:tabs>
          <w:tab w:val="right" w:pos="9072"/>
        </w:tabs>
        <w:jc w:val="both"/>
        <w:rPr>
          <w:rFonts w:ascii="Garamond" w:hAnsi="Garamond"/>
          <w:sz w:val="22"/>
          <w:szCs w:val="22"/>
        </w:rPr>
      </w:pPr>
      <w:r w:rsidRPr="002A4A6D">
        <w:rPr>
          <w:rFonts w:ascii="Garamond" w:hAnsi="Garamond"/>
          <w:sz w:val="22"/>
          <w:szCs w:val="22"/>
          <w:lang w:val="de-AT"/>
        </w:rPr>
        <w:t xml:space="preserve">Abschließend fasst der Geschäftsführer des Malteser Ordenshauses, Mag. Thomas </w:t>
      </w:r>
      <w:proofErr w:type="spellStart"/>
      <w:r w:rsidRPr="002A4A6D">
        <w:rPr>
          <w:rFonts w:ascii="Garamond" w:hAnsi="Garamond"/>
          <w:sz w:val="22"/>
          <w:szCs w:val="22"/>
          <w:lang w:val="de-AT"/>
        </w:rPr>
        <w:t>Kissich</w:t>
      </w:r>
      <w:proofErr w:type="spellEnd"/>
      <w:r w:rsidRPr="002A4A6D">
        <w:rPr>
          <w:rFonts w:ascii="Garamond" w:hAnsi="Garamond"/>
          <w:sz w:val="22"/>
          <w:szCs w:val="22"/>
          <w:lang w:val="de-AT"/>
        </w:rPr>
        <w:t>, die Veranstaltung wie folgt zusammen: „</w:t>
      </w:r>
      <w:r w:rsidRPr="002A4A6D">
        <w:rPr>
          <w:rFonts w:ascii="Garamond" w:hAnsi="Garamond"/>
          <w:sz w:val="22"/>
          <w:szCs w:val="22"/>
        </w:rPr>
        <w:t>Bei seinem kürzlichen Besuch bezeichnete Kardinal Schönborn unser Pflegewohnheim als einen Ort der liebevollen Pflege und der Menschenwürde. Ohne die engagierte Tätigkeit von haupt- und ehrenamtlichen Personen und ohne die dringend benötigte finanzielle Unterstützung unzähliger Spenderinnen und Spender wäre es unmöglich, diese umfassende und einzigartige Betreuungsqualität zu bieten. Daher freuen und bedanken wir uns für die heute gezeigte Unterstützung von ganzem Herzen!“</w:t>
      </w:r>
    </w:p>
    <w:p w14:paraId="55CF5A95" w14:textId="1BC7D4B9" w:rsidR="00110EC5" w:rsidRPr="002A4A6D" w:rsidRDefault="00110EC5" w:rsidP="004422FC">
      <w:pPr>
        <w:tabs>
          <w:tab w:val="right" w:pos="9072"/>
        </w:tabs>
        <w:jc w:val="both"/>
        <w:rPr>
          <w:rFonts w:ascii="Garamond" w:hAnsi="Garamond"/>
          <w:sz w:val="22"/>
          <w:szCs w:val="22"/>
        </w:rPr>
      </w:pPr>
    </w:p>
    <w:p w14:paraId="0F1AC2F8" w14:textId="21028390" w:rsidR="006148AC" w:rsidRPr="003035D0" w:rsidRDefault="006148AC" w:rsidP="00BC23D7">
      <w:pPr>
        <w:tabs>
          <w:tab w:val="right" w:pos="9072"/>
        </w:tabs>
        <w:jc w:val="both"/>
        <w:rPr>
          <w:rFonts w:ascii="Garamond" w:hAnsi="Garamond"/>
          <w:sz w:val="22"/>
          <w:szCs w:val="22"/>
          <w:lang w:val="de-AT"/>
        </w:rPr>
      </w:pPr>
    </w:p>
    <w:p w14:paraId="5EAAD777" w14:textId="1EBE28DA" w:rsidR="00787405" w:rsidRDefault="00787405" w:rsidP="006148AC">
      <w:pPr>
        <w:tabs>
          <w:tab w:val="right" w:pos="9072"/>
        </w:tabs>
        <w:jc w:val="both"/>
        <w:rPr>
          <w:rFonts w:ascii="Garamond" w:hAnsi="Garamond"/>
          <w:sz w:val="22"/>
          <w:szCs w:val="22"/>
        </w:rPr>
      </w:pPr>
    </w:p>
    <w:p w14:paraId="61583D30" w14:textId="77777777" w:rsidR="00596201" w:rsidRDefault="00596201" w:rsidP="00596201">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1130363A" w14:textId="77777777" w:rsidR="00596201" w:rsidRDefault="00596201" w:rsidP="00596201">
      <w:pPr>
        <w:tabs>
          <w:tab w:val="right" w:pos="9072"/>
        </w:tabs>
        <w:jc w:val="both"/>
        <w:rPr>
          <w:rFonts w:ascii="Garamond" w:hAnsi="Garamond"/>
          <w:sz w:val="22"/>
          <w:szCs w:val="22"/>
        </w:rPr>
      </w:pPr>
    </w:p>
    <w:p w14:paraId="019D161B" w14:textId="77777777" w:rsidR="00596201" w:rsidRPr="00136CF9" w:rsidRDefault="00596201" w:rsidP="00596201">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0265C4C8" w14:textId="77777777" w:rsidR="00596201" w:rsidRDefault="00596201" w:rsidP="00596201">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153ADE43" w14:textId="77777777" w:rsidR="00596201" w:rsidRPr="000255B0" w:rsidRDefault="00596201" w:rsidP="00596201">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0E6D78C2" w14:textId="77777777" w:rsidR="00596201" w:rsidRPr="00E82251" w:rsidRDefault="00000000" w:rsidP="00596201">
      <w:pPr>
        <w:pStyle w:val="Listenabsatz"/>
        <w:tabs>
          <w:tab w:val="right" w:pos="9072"/>
        </w:tabs>
        <w:jc w:val="both"/>
        <w:rPr>
          <w:rFonts w:ascii="Garamond" w:hAnsi="Garamond"/>
          <w:sz w:val="22"/>
          <w:szCs w:val="22"/>
        </w:rPr>
      </w:pPr>
      <w:hyperlink r:id="rId8" w:history="1">
        <w:r w:rsidR="00596201" w:rsidRPr="00136CF9">
          <w:rPr>
            <w:rStyle w:val="Hyperlink"/>
            <w:rFonts w:ascii="Garamond" w:hAnsi="Garamond"/>
            <w:color w:val="auto"/>
            <w:sz w:val="22"/>
            <w:szCs w:val="22"/>
            <w:u w:val="none"/>
          </w:rPr>
          <w:t>jochen.ressel@malteser.at</w:t>
        </w:r>
      </w:hyperlink>
      <w:r w:rsidR="00596201" w:rsidRPr="00136CF9">
        <w:rPr>
          <w:rFonts w:ascii="Garamond" w:hAnsi="Garamond"/>
          <w:sz w:val="22"/>
          <w:szCs w:val="22"/>
        </w:rPr>
        <w:t xml:space="preserve"> </w:t>
      </w:r>
      <w:r w:rsidR="00596201">
        <w:rPr>
          <w:rFonts w:ascii="Garamond" w:hAnsi="Garamond"/>
          <w:sz w:val="22"/>
          <w:szCs w:val="22"/>
        </w:rPr>
        <w:t xml:space="preserve">| +43 664 1188 561 | </w:t>
      </w:r>
      <w:r w:rsidR="00596201" w:rsidRPr="00E82251">
        <w:rPr>
          <w:rFonts w:ascii="Garamond" w:hAnsi="Garamond"/>
          <w:sz w:val="22"/>
          <w:szCs w:val="22"/>
        </w:rPr>
        <w:t>www.malteserorden.at</w:t>
      </w:r>
    </w:p>
    <w:p w14:paraId="5CC65D1D" w14:textId="77777777" w:rsidR="00596201" w:rsidRDefault="00596201" w:rsidP="006A039E">
      <w:pPr>
        <w:tabs>
          <w:tab w:val="right" w:pos="9072"/>
        </w:tabs>
        <w:jc w:val="both"/>
        <w:rPr>
          <w:rFonts w:ascii="Garamond" w:hAnsi="Garamond"/>
          <w:b/>
          <w:bCs/>
          <w:sz w:val="22"/>
          <w:szCs w:val="22"/>
        </w:rPr>
      </w:pPr>
    </w:p>
    <w:p w14:paraId="7F023BD1" w14:textId="77777777" w:rsidR="004422FC" w:rsidRDefault="004422FC" w:rsidP="006A039E">
      <w:pPr>
        <w:tabs>
          <w:tab w:val="right" w:pos="9072"/>
        </w:tabs>
        <w:jc w:val="both"/>
        <w:rPr>
          <w:rFonts w:ascii="Garamond" w:hAnsi="Garamond"/>
          <w:b/>
          <w:bCs/>
          <w:sz w:val="22"/>
          <w:szCs w:val="22"/>
        </w:rPr>
      </w:pPr>
    </w:p>
    <w:p w14:paraId="2D82D8C0" w14:textId="77777777" w:rsidR="00596201" w:rsidRDefault="00596201" w:rsidP="006A039E">
      <w:pPr>
        <w:tabs>
          <w:tab w:val="right" w:pos="9072"/>
        </w:tabs>
        <w:jc w:val="both"/>
        <w:rPr>
          <w:rFonts w:ascii="Garamond" w:hAnsi="Garamond"/>
          <w:b/>
          <w:bCs/>
          <w:sz w:val="22"/>
          <w:szCs w:val="22"/>
        </w:rPr>
      </w:pPr>
    </w:p>
    <w:p w14:paraId="61395A53" w14:textId="40EF0AEC" w:rsidR="006278E0" w:rsidRPr="00483605" w:rsidRDefault="00026569" w:rsidP="006A039E">
      <w:pPr>
        <w:tabs>
          <w:tab w:val="right" w:pos="9072"/>
        </w:tabs>
        <w:jc w:val="both"/>
        <w:rPr>
          <w:rFonts w:ascii="Garamond" w:hAnsi="Garamond"/>
          <w:b/>
          <w:bCs/>
          <w:sz w:val="22"/>
          <w:szCs w:val="22"/>
        </w:rPr>
      </w:pPr>
      <w:r w:rsidRPr="00483605">
        <w:rPr>
          <w:rFonts w:ascii="Garamond" w:hAnsi="Garamond"/>
          <w:b/>
          <w:bCs/>
          <w:sz w:val="22"/>
          <w:szCs w:val="22"/>
        </w:rPr>
        <w:t>Über den Souveränen Malteser-Ritter-Orden</w:t>
      </w:r>
    </w:p>
    <w:p w14:paraId="043CE4AB" w14:textId="2F1D2EDE" w:rsidR="00026569" w:rsidRDefault="00026569" w:rsidP="006A039E">
      <w:pPr>
        <w:tabs>
          <w:tab w:val="right" w:pos="9072"/>
        </w:tabs>
        <w:jc w:val="both"/>
        <w:rPr>
          <w:rFonts w:ascii="Garamond" w:hAnsi="Garamond"/>
          <w:sz w:val="22"/>
          <w:szCs w:val="22"/>
        </w:rPr>
      </w:pPr>
    </w:p>
    <w:p w14:paraId="0D9BBDB6" w14:textId="65ABEA1D" w:rsidR="00026569" w:rsidRDefault="00026569" w:rsidP="00473CF9">
      <w:pPr>
        <w:jc w:val="both"/>
        <w:rPr>
          <w:rFonts w:ascii="Garamond" w:hAnsi="Garamond"/>
          <w:sz w:val="22"/>
          <w:szCs w:val="22"/>
        </w:rPr>
      </w:pPr>
      <w:r w:rsidRPr="00026569">
        <w:rPr>
          <w:rFonts w:ascii="Garamond" w:hAnsi="Garamond"/>
          <w:sz w:val="22"/>
          <w:szCs w:val="22"/>
        </w:rPr>
        <w:t xml:space="preserve">Der Souveräne Ritter- und Hospitalorden vom Heiligen Johannes </w:t>
      </w:r>
      <w:r w:rsidR="003C23BC">
        <w:rPr>
          <w:rFonts w:ascii="Garamond" w:hAnsi="Garamond"/>
          <w:sz w:val="22"/>
          <w:szCs w:val="22"/>
        </w:rPr>
        <w:t>zu</w:t>
      </w:r>
      <w:r w:rsidRPr="00026569">
        <w:rPr>
          <w:rFonts w:ascii="Garamond" w:hAnsi="Garamond"/>
          <w:sz w:val="22"/>
          <w:szCs w:val="22"/>
        </w:rPr>
        <w:t xml:space="preserve"> Jerusalem von Rhodos und</w:t>
      </w:r>
      <w:r w:rsidR="005912AE">
        <w:rPr>
          <w:rFonts w:ascii="Garamond" w:hAnsi="Garamond"/>
          <w:sz w:val="22"/>
          <w:szCs w:val="22"/>
        </w:rPr>
        <w:t xml:space="preserve"> </w:t>
      </w:r>
      <w:r w:rsidRPr="00026569">
        <w:rPr>
          <w:rFonts w:ascii="Garamond" w:hAnsi="Garamond"/>
          <w:sz w:val="22"/>
          <w:szCs w:val="22"/>
        </w:rPr>
        <w:t>von Malta, der um das Jahr 1048 in Jerusalem gegründet wurde, ist ein Völkerrechtssubjekt und</w:t>
      </w:r>
      <w:r w:rsidR="005912AE">
        <w:rPr>
          <w:rFonts w:ascii="Garamond" w:hAnsi="Garamond"/>
          <w:sz w:val="22"/>
          <w:szCs w:val="22"/>
        </w:rPr>
        <w:t xml:space="preserve"> </w:t>
      </w:r>
      <w:r w:rsidRPr="00026569">
        <w:rPr>
          <w:rFonts w:ascii="Garamond" w:hAnsi="Garamond"/>
          <w:sz w:val="22"/>
          <w:szCs w:val="22"/>
        </w:rPr>
        <w:t>ein katholischer religiöser Laienorden. Die Aufgabe des Ordens ist es, den Glauben zu bezeugen</w:t>
      </w:r>
      <w:r w:rsidR="005912AE">
        <w:rPr>
          <w:rFonts w:ascii="Garamond" w:hAnsi="Garamond"/>
          <w:sz w:val="22"/>
          <w:szCs w:val="22"/>
        </w:rPr>
        <w:t xml:space="preserve"> </w:t>
      </w:r>
      <w:r w:rsidRPr="00026569">
        <w:rPr>
          <w:rFonts w:ascii="Garamond" w:hAnsi="Garamond"/>
          <w:sz w:val="22"/>
          <w:szCs w:val="22"/>
        </w:rPr>
        <w:t>und den Armen und Kranken zu dienen. Heute ist der Malteserorden vor allem im Bereich der</w:t>
      </w:r>
      <w:r w:rsidR="005912AE">
        <w:rPr>
          <w:rFonts w:ascii="Garamond" w:hAnsi="Garamond"/>
          <w:sz w:val="22"/>
          <w:szCs w:val="22"/>
        </w:rPr>
        <w:t xml:space="preserve"> </w:t>
      </w:r>
      <w:r w:rsidRPr="00026569">
        <w:rPr>
          <w:rFonts w:ascii="Garamond" w:hAnsi="Garamond"/>
          <w:sz w:val="22"/>
          <w:szCs w:val="22"/>
        </w:rPr>
        <w:t>sozialen und medizinischen sowie der humanitären Hilfe in über 120 Ländern tätig. Gemeinsam</w:t>
      </w:r>
      <w:r w:rsidR="005912AE">
        <w:rPr>
          <w:rFonts w:ascii="Garamond" w:hAnsi="Garamond"/>
          <w:sz w:val="22"/>
          <w:szCs w:val="22"/>
        </w:rPr>
        <w:t xml:space="preserve"> </w:t>
      </w:r>
      <w:r w:rsidRPr="00026569">
        <w:rPr>
          <w:rFonts w:ascii="Garamond" w:hAnsi="Garamond"/>
          <w:sz w:val="22"/>
          <w:szCs w:val="22"/>
        </w:rPr>
        <w:t xml:space="preserve">mit den 13.500 Mitgliedern arbeiten 95.000 Freiwillige </w:t>
      </w:r>
      <w:r>
        <w:rPr>
          <w:rFonts w:ascii="Garamond" w:hAnsi="Garamond"/>
          <w:sz w:val="22"/>
          <w:szCs w:val="22"/>
        </w:rPr>
        <w:t xml:space="preserve">– </w:t>
      </w:r>
      <w:r w:rsidRPr="00026569">
        <w:rPr>
          <w:rFonts w:ascii="Garamond" w:hAnsi="Garamond"/>
          <w:sz w:val="22"/>
          <w:szCs w:val="22"/>
        </w:rPr>
        <w:t>darunter</w:t>
      </w:r>
      <w:r>
        <w:rPr>
          <w:rFonts w:ascii="Garamond" w:hAnsi="Garamond"/>
          <w:sz w:val="22"/>
          <w:szCs w:val="22"/>
        </w:rPr>
        <w:t xml:space="preserve"> </w:t>
      </w:r>
      <w:r w:rsidRPr="00026569">
        <w:rPr>
          <w:rFonts w:ascii="Garamond" w:hAnsi="Garamond"/>
          <w:sz w:val="22"/>
          <w:szCs w:val="22"/>
        </w:rPr>
        <w:t>mehr als 52.000</w:t>
      </w:r>
      <w:r>
        <w:rPr>
          <w:rFonts w:ascii="Garamond" w:hAnsi="Garamond"/>
          <w:sz w:val="22"/>
          <w:szCs w:val="22"/>
        </w:rPr>
        <w:t xml:space="preserve"> </w:t>
      </w:r>
      <w:r w:rsidRPr="00026569">
        <w:rPr>
          <w:rFonts w:ascii="Garamond" w:hAnsi="Garamond"/>
          <w:sz w:val="22"/>
          <w:szCs w:val="22"/>
        </w:rPr>
        <w:t>Ärzte,</w:t>
      </w:r>
      <w:r>
        <w:rPr>
          <w:rFonts w:ascii="Garamond" w:hAnsi="Garamond"/>
          <w:sz w:val="22"/>
          <w:szCs w:val="22"/>
        </w:rPr>
        <w:t xml:space="preserve"> </w:t>
      </w:r>
      <w:r w:rsidRPr="00026569">
        <w:rPr>
          <w:rFonts w:ascii="Garamond" w:hAnsi="Garamond"/>
          <w:sz w:val="22"/>
          <w:szCs w:val="22"/>
        </w:rPr>
        <w:t xml:space="preserve">Krankenschwestern und Krankenpfleger, </w:t>
      </w:r>
      <w:r w:rsidR="0043653C">
        <w:rPr>
          <w:rFonts w:ascii="Garamond" w:hAnsi="Garamond"/>
          <w:sz w:val="22"/>
          <w:szCs w:val="22"/>
        </w:rPr>
        <w:t xml:space="preserve">sowie </w:t>
      </w:r>
      <w:r w:rsidRPr="00026569">
        <w:rPr>
          <w:rFonts w:ascii="Garamond" w:hAnsi="Garamond"/>
          <w:sz w:val="22"/>
          <w:szCs w:val="22"/>
        </w:rPr>
        <w:t>paramedizinisches Hilfspersonal. Der Orden betreibt</w:t>
      </w:r>
      <w:r w:rsidR="005912AE">
        <w:rPr>
          <w:rFonts w:ascii="Garamond" w:hAnsi="Garamond"/>
          <w:sz w:val="22"/>
          <w:szCs w:val="22"/>
        </w:rPr>
        <w:t xml:space="preserve"> </w:t>
      </w:r>
      <w:r w:rsidRPr="00026569">
        <w:rPr>
          <w:rFonts w:ascii="Garamond" w:hAnsi="Garamond"/>
          <w:sz w:val="22"/>
          <w:szCs w:val="22"/>
        </w:rPr>
        <w:t>Krankenhäuser, medizinische Zentren, Ambulanzen, Einrichtungen für ältere Menschen und</w:t>
      </w:r>
      <w:r w:rsidR="005912AE">
        <w:rPr>
          <w:rFonts w:ascii="Garamond" w:hAnsi="Garamond"/>
          <w:sz w:val="22"/>
          <w:szCs w:val="22"/>
        </w:rPr>
        <w:t xml:space="preserve"> </w:t>
      </w:r>
      <w:r w:rsidRPr="00026569">
        <w:rPr>
          <w:rFonts w:ascii="Garamond" w:hAnsi="Garamond"/>
          <w:sz w:val="22"/>
          <w:szCs w:val="22"/>
        </w:rPr>
        <w:t>Menschen mit Behinderungen, Hospize und Freiwilligen</w:t>
      </w:r>
      <w:r w:rsidR="00473CF9">
        <w:rPr>
          <w:rFonts w:ascii="Garamond" w:hAnsi="Garamond"/>
          <w:sz w:val="22"/>
          <w:szCs w:val="22"/>
        </w:rPr>
        <w:t>organisationen</w:t>
      </w:r>
      <w:r w:rsidRPr="00026569">
        <w:rPr>
          <w:rFonts w:ascii="Garamond" w:hAnsi="Garamond"/>
          <w:sz w:val="22"/>
          <w:szCs w:val="22"/>
        </w:rPr>
        <w:t>. Malteser International, das weltweite</w:t>
      </w:r>
      <w:r w:rsidR="005912AE">
        <w:rPr>
          <w:rFonts w:ascii="Garamond" w:hAnsi="Garamond"/>
          <w:sz w:val="22"/>
          <w:szCs w:val="22"/>
        </w:rPr>
        <w:t xml:space="preserve"> </w:t>
      </w:r>
      <w:r w:rsidRPr="00026569">
        <w:rPr>
          <w:rFonts w:ascii="Garamond" w:hAnsi="Garamond"/>
          <w:sz w:val="22"/>
          <w:szCs w:val="22"/>
        </w:rPr>
        <w:t>Hilfswerk des Malteserordens, ist bei Naturkatastrophen und bei der Linderung der Folgen von</w:t>
      </w:r>
      <w:r w:rsidR="005912AE">
        <w:rPr>
          <w:rFonts w:ascii="Garamond" w:hAnsi="Garamond"/>
          <w:sz w:val="22"/>
          <w:szCs w:val="22"/>
        </w:rPr>
        <w:t xml:space="preserve"> </w:t>
      </w:r>
      <w:r w:rsidRPr="00026569">
        <w:rPr>
          <w:rFonts w:ascii="Garamond" w:hAnsi="Garamond"/>
          <w:sz w:val="22"/>
          <w:szCs w:val="22"/>
        </w:rPr>
        <w:t>bewaffneten Konflikten immer an erster Stelle dabei.</w:t>
      </w:r>
      <w:r w:rsidR="00473CF9">
        <w:rPr>
          <w:rFonts w:ascii="Garamond" w:hAnsi="Garamond"/>
          <w:sz w:val="22"/>
          <w:szCs w:val="22"/>
        </w:rPr>
        <w:t xml:space="preserve"> </w:t>
      </w:r>
      <w:r w:rsidRPr="00026569">
        <w:rPr>
          <w:rFonts w:ascii="Garamond" w:hAnsi="Garamond"/>
          <w:sz w:val="22"/>
          <w:szCs w:val="22"/>
        </w:rPr>
        <w:t>Der Malteserorden ist neutral, unparteiisch und unpolitisch. Er unterhält bilaterale diplomatische</w:t>
      </w:r>
      <w:r w:rsidR="005912AE">
        <w:rPr>
          <w:rFonts w:ascii="Garamond" w:hAnsi="Garamond"/>
          <w:sz w:val="22"/>
          <w:szCs w:val="22"/>
        </w:rPr>
        <w:t xml:space="preserve"> </w:t>
      </w:r>
      <w:r w:rsidRPr="00026569">
        <w:rPr>
          <w:rFonts w:ascii="Garamond" w:hAnsi="Garamond"/>
          <w:sz w:val="22"/>
          <w:szCs w:val="22"/>
        </w:rPr>
        <w:t>Beziehungen zu 112 Staaten, offizielle Beziehungen zu sechs weiteren Staaten und Beziehungen auf</w:t>
      </w:r>
      <w:r w:rsidR="005912AE">
        <w:rPr>
          <w:rFonts w:ascii="Garamond" w:hAnsi="Garamond"/>
          <w:sz w:val="22"/>
          <w:szCs w:val="22"/>
        </w:rPr>
        <w:t xml:space="preserve"> </w:t>
      </w:r>
      <w:r w:rsidRPr="00026569">
        <w:rPr>
          <w:rFonts w:ascii="Garamond" w:hAnsi="Garamond"/>
          <w:sz w:val="22"/>
          <w:szCs w:val="22"/>
        </w:rPr>
        <w:t>Botschafterebene zur Europäischen Union. Er ist ständiger Beobachter bei den Vereinten Nationen</w:t>
      </w:r>
      <w:r w:rsidR="005912AE">
        <w:rPr>
          <w:rFonts w:ascii="Garamond" w:hAnsi="Garamond"/>
          <w:sz w:val="22"/>
          <w:szCs w:val="22"/>
        </w:rPr>
        <w:t xml:space="preserve"> </w:t>
      </w:r>
      <w:r w:rsidRPr="00026569">
        <w:rPr>
          <w:rFonts w:ascii="Garamond" w:hAnsi="Garamond"/>
          <w:sz w:val="22"/>
          <w:szCs w:val="22"/>
        </w:rPr>
        <w:t>und ihren Sonderorganisationen und hat Vertretungen bei den wichtigsten internationalen</w:t>
      </w:r>
      <w:r w:rsidR="005912AE">
        <w:rPr>
          <w:rFonts w:ascii="Garamond" w:hAnsi="Garamond"/>
          <w:sz w:val="22"/>
          <w:szCs w:val="22"/>
        </w:rPr>
        <w:t xml:space="preserve"> </w:t>
      </w:r>
      <w:r w:rsidRPr="00026569">
        <w:rPr>
          <w:rFonts w:ascii="Garamond" w:hAnsi="Garamond"/>
          <w:sz w:val="22"/>
          <w:szCs w:val="22"/>
        </w:rPr>
        <w:t>Organisationen. Seit 1834 befindet sich der Regierungssitz des Souveränen Malteserordens in Rom,</w:t>
      </w:r>
      <w:r w:rsidR="005912AE">
        <w:rPr>
          <w:rFonts w:ascii="Garamond" w:hAnsi="Garamond"/>
          <w:sz w:val="22"/>
          <w:szCs w:val="22"/>
        </w:rPr>
        <w:t xml:space="preserve"> </w:t>
      </w:r>
      <w:r w:rsidRPr="00026569">
        <w:rPr>
          <w:rFonts w:ascii="Garamond" w:hAnsi="Garamond"/>
          <w:sz w:val="22"/>
          <w:szCs w:val="22"/>
        </w:rPr>
        <w:t>wo sein exterritorialer Status garantiert ist.</w:t>
      </w:r>
      <w:r w:rsidR="00483605">
        <w:rPr>
          <w:rFonts w:ascii="Garamond" w:hAnsi="Garamond"/>
          <w:sz w:val="22"/>
          <w:szCs w:val="22"/>
        </w:rPr>
        <w:t xml:space="preserve"> </w:t>
      </w:r>
      <w:r w:rsidRPr="00026569">
        <w:rPr>
          <w:rFonts w:ascii="Garamond" w:hAnsi="Garamond"/>
          <w:sz w:val="22"/>
          <w:szCs w:val="22"/>
        </w:rPr>
        <w:t>www.orderofmalta.int/de</w:t>
      </w:r>
    </w:p>
    <w:p w14:paraId="6D2AAB54" w14:textId="33E392AC" w:rsidR="0057100D" w:rsidRDefault="0057100D" w:rsidP="006A039E">
      <w:pPr>
        <w:tabs>
          <w:tab w:val="right" w:pos="9072"/>
        </w:tabs>
        <w:jc w:val="both"/>
        <w:rPr>
          <w:rFonts w:ascii="Garamond" w:hAnsi="Garamond"/>
          <w:sz w:val="22"/>
          <w:szCs w:val="22"/>
        </w:rPr>
      </w:pPr>
    </w:p>
    <w:p w14:paraId="58A79D50" w14:textId="1068C01A" w:rsidR="00473CF9" w:rsidRDefault="00473CF9" w:rsidP="00D42485">
      <w:pPr>
        <w:tabs>
          <w:tab w:val="right" w:pos="9072"/>
        </w:tabs>
        <w:rPr>
          <w:rFonts w:ascii="Garamond" w:hAnsi="Garamond"/>
          <w:sz w:val="22"/>
          <w:szCs w:val="22"/>
        </w:rPr>
      </w:pPr>
    </w:p>
    <w:p w14:paraId="3AC6B8B0" w14:textId="77777777" w:rsidR="002A4A6D" w:rsidRDefault="002A4A6D" w:rsidP="00D42485">
      <w:pPr>
        <w:tabs>
          <w:tab w:val="right" w:pos="9072"/>
        </w:tabs>
        <w:rPr>
          <w:rFonts w:ascii="Garamond" w:hAnsi="Garamond"/>
          <w:sz w:val="22"/>
          <w:szCs w:val="22"/>
        </w:rPr>
      </w:pPr>
    </w:p>
    <w:p w14:paraId="35FD0D75" w14:textId="52CB1BBC" w:rsidR="00E03BF5" w:rsidRDefault="00E82251" w:rsidP="00BC23D7">
      <w:pPr>
        <w:tabs>
          <w:tab w:val="right" w:pos="9072"/>
        </w:tabs>
        <w:rPr>
          <w:rFonts w:ascii="Garamond" w:hAnsi="Garamond"/>
          <w:sz w:val="22"/>
          <w:szCs w:val="22"/>
        </w:rPr>
      </w:pPr>
      <w:r>
        <w:rPr>
          <w:rFonts w:ascii="Garamond" w:hAnsi="Garamond"/>
          <w:b/>
          <w:sz w:val="22"/>
          <w:szCs w:val="22"/>
        </w:rPr>
        <w:lastRenderedPageBreak/>
        <w:t>Bildmaterial</w:t>
      </w:r>
      <w:r w:rsidR="00596201">
        <w:rPr>
          <w:rFonts w:ascii="Garamond" w:hAnsi="Garamond"/>
          <w:b/>
          <w:sz w:val="22"/>
          <w:szCs w:val="22"/>
        </w:rPr>
        <w:t xml:space="preserve"> | </w:t>
      </w:r>
      <w:proofErr w:type="spellStart"/>
      <w:r w:rsidR="005D29E4">
        <w:rPr>
          <w:rFonts w:ascii="Garamond" w:hAnsi="Garamond"/>
          <w:sz w:val="22"/>
          <w:szCs w:val="22"/>
        </w:rPr>
        <w:t>Fotocredit</w:t>
      </w:r>
      <w:proofErr w:type="spellEnd"/>
      <w:r w:rsidR="005D29E4">
        <w:rPr>
          <w:rFonts w:ascii="Garamond" w:hAnsi="Garamond"/>
          <w:sz w:val="22"/>
          <w:szCs w:val="22"/>
        </w:rPr>
        <w:t xml:space="preserve">: © </w:t>
      </w:r>
      <w:r w:rsidR="00BD02FA">
        <w:rPr>
          <w:rFonts w:ascii="Garamond" w:hAnsi="Garamond"/>
          <w:sz w:val="22"/>
          <w:szCs w:val="22"/>
        </w:rPr>
        <w:t xml:space="preserve">Malteser </w:t>
      </w:r>
      <w:r w:rsidR="00BC23D7">
        <w:rPr>
          <w:rFonts w:ascii="Garamond" w:hAnsi="Garamond"/>
          <w:sz w:val="22"/>
          <w:szCs w:val="22"/>
        </w:rPr>
        <w:t>Ordenshaus</w:t>
      </w:r>
    </w:p>
    <w:p w14:paraId="23CC9179" w14:textId="77777777" w:rsidR="002A4A6D" w:rsidRDefault="002A4A6D" w:rsidP="00BC23D7">
      <w:pPr>
        <w:tabs>
          <w:tab w:val="right" w:pos="9072"/>
        </w:tabs>
        <w:rPr>
          <w:rFonts w:ascii="Garamond" w:hAnsi="Garamond"/>
          <w:sz w:val="22"/>
          <w:szCs w:val="22"/>
        </w:rPr>
      </w:pPr>
    </w:p>
    <w:p w14:paraId="69D1292E" w14:textId="77777777" w:rsidR="002A4A6D" w:rsidRPr="002A4A6D" w:rsidRDefault="002A4A6D" w:rsidP="002A4A6D">
      <w:pPr>
        <w:tabs>
          <w:tab w:val="right" w:pos="9072"/>
        </w:tabs>
        <w:rPr>
          <w:rFonts w:ascii="Garamond" w:hAnsi="Garamond"/>
          <w:sz w:val="22"/>
          <w:szCs w:val="22"/>
        </w:rPr>
      </w:pPr>
    </w:p>
    <w:p w14:paraId="1825BA55" w14:textId="77777777" w:rsidR="002A4A6D" w:rsidRPr="002A4A6D" w:rsidRDefault="002A4A6D" w:rsidP="002A4A6D">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Bild 1:</w:t>
      </w:r>
    </w:p>
    <w:p w14:paraId="7A6A0294" w14:textId="77777777" w:rsidR="002A4A6D" w:rsidRPr="002A4A6D" w:rsidRDefault="002A4A6D" w:rsidP="002A4A6D">
      <w:pPr>
        <w:tabs>
          <w:tab w:val="right" w:pos="9072"/>
        </w:tabs>
        <w:rPr>
          <w:rFonts w:ascii="Garamond" w:hAnsi="Garamond"/>
          <w:sz w:val="22"/>
          <w:szCs w:val="22"/>
        </w:rPr>
      </w:pPr>
      <w:r w:rsidRPr="002A4A6D">
        <w:rPr>
          <w:rFonts w:ascii="Garamond" w:hAnsi="Garamond"/>
          <w:sz w:val="22"/>
          <w:szCs w:val="22"/>
        </w:rPr>
        <w:drawing>
          <wp:anchor distT="0" distB="0" distL="114300" distR="114300" simplePos="0" relativeHeight="251659264" behindDoc="0" locked="0" layoutInCell="1" allowOverlap="1" wp14:anchorId="3FC59A54" wp14:editId="1ABE65E1">
            <wp:simplePos x="0" y="0"/>
            <wp:positionH relativeFrom="column">
              <wp:posOffset>458470</wp:posOffset>
            </wp:positionH>
            <wp:positionV relativeFrom="paragraph">
              <wp:posOffset>124460</wp:posOffset>
            </wp:positionV>
            <wp:extent cx="2692400" cy="2188970"/>
            <wp:effectExtent l="0" t="0" r="0" b="0"/>
            <wp:wrapNone/>
            <wp:docPr id="158723390" name="Grafik 158723390" descr="Ein Bild, das Kleidung, Person, Schuhwerk,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23390" name="Grafik 158723390" descr="Ein Bild, das Kleidung, Person, Schuhwerk, drauß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4538" cy="2190708"/>
                    </a:xfrm>
                    <a:prstGeom prst="rect">
                      <a:avLst/>
                    </a:prstGeom>
                  </pic:spPr>
                </pic:pic>
              </a:graphicData>
            </a:graphic>
            <wp14:sizeRelH relativeFrom="page">
              <wp14:pctWidth>0</wp14:pctWidth>
            </wp14:sizeRelH>
            <wp14:sizeRelV relativeFrom="page">
              <wp14:pctHeight>0</wp14:pctHeight>
            </wp14:sizeRelV>
          </wp:anchor>
        </w:drawing>
      </w:r>
    </w:p>
    <w:p w14:paraId="4FF1CE58" w14:textId="77777777" w:rsidR="002A4A6D" w:rsidRPr="002A4A6D" w:rsidRDefault="002A4A6D" w:rsidP="002A4A6D">
      <w:pPr>
        <w:tabs>
          <w:tab w:val="right" w:pos="9072"/>
        </w:tabs>
        <w:rPr>
          <w:rFonts w:ascii="Garamond" w:hAnsi="Garamond"/>
          <w:sz w:val="22"/>
          <w:szCs w:val="22"/>
        </w:rPr>
      </w:pPr>
    </w:p>
    <w:p w14:paraId="0A85D313" w14:textId="77777777" w:rsidR="002A4A6D" w:rsidRPr="002A4A6D" w:rsidRDefault="002A4A6D" w:rsidP="002A4A6D">
      <w:pPr>
        <w:tabs>
          <w:tab w:val="right" w:pos="9072"/>
        </w:tabs>
        <w:rPr>
          <w:rFonts w:ascii="Garamond" w:hAnsi="Garamond"/>
          <w:sz w:val="22"/>
          <w:szCs w:val="22"/>
        </w:rPr>
      </w:pPr>
    </w:p>
    <w:p w14:paraId="4AFF2FDB" w14:textId="77777777" w:rsidR="002A4A6D" w:rsidRPr="002A4A6D" w:rsidRDefault="002A4A6D" w:rsidP="002A4A6D">
      <w:pPr>
        <w:tabs>
          <w:tab w:val="right" w:pos="9072"/>
        </w:tabs>
        <w:rPr>
          <w:rFonts w:ascii="Garamond" w:hAnsi="Garamond"/>
          <w:sz w:val="22"/>
          <w:szCs w:val="22"/>
        </w:rPr>
      </w:pPr>
    </w:p>
    <w:p w14:paraId="3ADBC7FD" w14:textId="77777777" w:rsidR="002A4A6D" w:rsidRPr="002A4A6D" w:rsidRDefault="002A4A6D" w:rsidP="002A4A6D">
      <w:pPr>
        <w:tabs>
          <w:tab w:val="right" w:pos="9072"/>
        </w:tabs>
        <w:rPr>
          <w:rFonts w:ascii="Garamond" w:hAnsi="Garamond"/>
          <w:sz w:val="22"/>
          <w:szCs w:val="22"/>
        </w:rPr>
      </w:pPr>
    </w:p>
    <w:p w14:paraId="1C94102D" w14:textId="77777777" w:rsidR="002A4A6D" w:rsidRPr="002A4A6D" w:rsidRDefault="002A4A6D" w:rsidP="002A4A6D">
      <w:pPr>
        <w:tabs>
          <w:tab w:val="right" w:pos="9072"/>
        </w:tabs>
        <w:rPr>
          <w:rFonts w:ascii="Garamond" w:hAnsi="Garamond"/>
          <w:sz w:val="22"/>
          <w:szCs w:val="22"/>
        </w:rPr>
      </w:pPr>
    </w:p>
    <w:p w14:paraId="773D4AF6" w14:textId="77777777" w:rsidR="002A4A6D" w:rsidRPr="002A4A6D" w:rsidRDefault="002A4A6D" w:rsidP="002A4A6D">
      <w:pPr>
        <w:tabs>
          <w:tab w:val="right" w:pos="9072"/>
        </w:tabs>
        <w:rPr>
          <w:rFonts w:ascii="Garamond" w:hAnsi="Garamond"/>
          <w:sz w:val="22"/>
          <w:szCs w:val="22"/>
        </w:rPr>
      </w:pPr>
    </w:p>
    <w:p w14:paraId="0571BD8D" w14:textId="77777777" w:rsidR="002A4A6D" w:rsidRPr="002A4A6D" w:rsidRDefault="002A4A6D" w:rsidP="002A4A6D">
      <w:pPr>
        <w:tabs>
          <w:tab w:val="right" w:pos="9072"/>
        </w:tabs>
        <w:rPr>
          <w:rFonts w:ascii="Garamond" w:hAnsi="Garamond"/>
          <w:sz w:val="22"/>
          <w:szCs w:val="22"/>
        </w:rPr>
      </w:pPr>
    </w:p>
    <w:p w14:paraId="77817933" w14:textId="77777777" w:rsidR="002A4A6D" w:rsidRPr="002A4A6D" w:rsidRDefault="002A4A6D" w:rsidP="002A4A6D">
      <w:pPr>
        <w:tabs>
          <w:tab w:val="right" w:pos="9072"/>
        </w:tabs>
        <w:rPr>
          <w:rFonts w:ascii="Garamond" w:hAnsi="Garamond"/>
          <w:sz w:val="22"/>
          <w:szCs w:val="22"/>
        </w:rPr>
      </w:pPr>
    </w:p>
    <w:p w14:paraId="3D139576" w14:textId="77777777" w:rsidR="002A4A6D" w:rsidRPr="002A4A6D" w:rsidRDefault="002A4A6D" w:rsidP="002A4A6D">
      <w:pPr>
        <w:tabs>
          <w:tab w:val="right" w:pos="9072"/>
        </w:tabs>
        <w:rPr>
          <w:rFonts w:ascii="Garamond" w:hAnsi="Garamond"/>
          <w:sz w:val="22"/>
          <w:szCs w:val="22"/>
        </w:rPr>
      </w:pPr>
    </w:p>
    <w:p w14:paraId="335993FA" w14:textId="77777777" w:rsidR="002A4A6D" w:rsidRPr="002A4A6D" w:rsidRDefault="002A4A6D" w:rsidP="002A4A6D">
      <w:pPr>
        <w:tabs>
          <w:tab w:val="right" w:pos="9072"/>
        </w:tabs>
        <w:rPr>
          <w:rFonts w:ascii="Garamond" w:hAnsi="Garamond"/>
          <w:sz w:val="22"/>
          <w:szCs w:val="22"/>
        </w:rPr>
      </w:pPr>
    </w:p>
    <w:p w14:paraId="0E8EBBEF" w14:textId="77777777" w:rsidR="002A4A6D" w:rsidRPr="002A4A6D" w:rsidRDefault="002A4A6D" w:rsidP="002A4A6D">
      <w:pPr>
        <w:tabs>
          <w:tab w:val="right" w:pos="9072"/>
        </w:tabs>
        <w:rPr>
          <w:rFonts w:ascii="Garamond" w:hAnsi="Garamond"/>
          <w:sz w:val="22"/>
          <w:szCs w:val="22"/>
        </w:rPr>
      </w:pPr>
    </w:p>
    <w:p w14:paraId="14CC78B3" w14:textId="77777777" w:rsidR="002A4A6D" w:rsidRPr="002A4A6D" w:rsidRDefault="002A4A6D" w:rsidP="002A4A6D">
      <w:pPr>
        <w:tabs>
          <w:tab w:val="right" w:pos="9072"/>
        </w:tabs>
        <w:rPr>
          <w:rFonts w:ascii="Garamond" w:hAnsi="Garamond"/>
          <w:sz w:val="22"/>
          <w:szCs w:val="22"/>
        </w:rPr>
      </w:pPr>
    </w:p>
    <w:p w14:paraId="033F1956" w14:textId="77777777" w:rsidR="002A4A6D" w:rsidRPr="002A4A6D" w:rsidRDefault="002A4A6D" w:rsidP="002A4A6D">
      <w:pPr>
        <w:tabs>
          <w:tab w:val="right" w:pos="9072"/>
        </w:tabs>
        <w:rPr>
          <w:rFonts w:ascii="Garamond" w:hAnsi="Garamond"/>
          <w:sz w:val="22"/>
          <w:szCs w:val="22"/>
        </w:rPr>
      </w:pPr>
    </w:p>
    <w:p w14:paraId="26BBB576" w14:textId="77777777" w:rsidR="002A4A6D" w:rsidRPr="002A4A6D" w:rsidRDefault="002A4A6D" w:rsidP="002A4A6D">
      <w:pPr>
        <w:tabs>
          <w:tab w:val="right" w:pos="9072"/>
        </w:tabs>
        <w:rPr>
          <w:rFonts w:ascii="Garamond" w:hAnsi="Garamond"/>
          <w:sz w:val="22"/>
          <w:szCs w:val="22"/>
        </w:rPr>
      </w:pPr>
    </w:p>
    <w:p w14:paraId="0A2D32B6" w14:textId="77777777" w:rsidR="002A4A6D" w:rsidRPr="002A4A6D" w:rsidRDefault="002A4A6D" w:rsidP="002A4A6D">
      <w:pPr>
        <w:tabs>
          <w:tab w:val="right" w:pos="9072"/>
        </w:tabs>
        <w:rPr>
          <w:rFonts w:ascii="Garamond" w:hAnsi="Garamond"/>
          <w:sz w:val="22"/>
          <w:szCs w:val="22"/>
        </w:rPr>
      </w:pPr>
    </w:p>
    <w:p w14:paraId="02FF1523" w14:textId="77777777" w:rsidR="002A4A6D" w:rsidRPr="002A4A6D" w:rsidRDefault="002A4A6D" w:rsidP="002A4A6D">
      <w:pPr>
        <w:tabs>
          <w:tab w:val="right" w:pos="9072"/>
        </w:tabs>
        <w:ind w:left="709"/>
        <w:rPr>
          <w:rFonts w:ascii="Garamond" w:hAnsi="Garamond"/>
          <w:sz w:val="18"/>
          <w:szCs w:val="18"/>
        </w:rPr>
      </w:pPr>
      <w:r w:rsidRPr="002A4A6D">
        <w:rPr>
          <w:rFonts w:ascii="Garamond" w:hAnsi="Garamond"/>
          <w:sz w:val="18"/>
          <w:szCs w:val="18"/>
        </w:rPr>
        <w:t>Bildtext:</w:t>
      </w:r>
    </w:p>
    <w:p w14:paraId="0EDA88DB" w14:textId="77777777" w:rsidR="002A4A6D" w:rsidRPr="002A4A6D" w:rsidRDefault="002A4A6D" w:rsidP="002A4A6D">
      <w:pPr>
        <w:tabs>
          <w:tab w:val="right" w:pos="9072"/>
        </w:tabs>
        <w:ind w:left="709"/>
        <w:rPr>
          <w:rFonts w:ascii="Garamond" w:hAnsi="Garamond"/>
          <w:sz w:val="18"/>
          <w:szCs w:val="18"/>
        </w:rPr>
      </w:pPr>
      <w:r w:rsidRPr="002A4A6D">
        <w:rPr>
          <w:rFonts w:ascii="Garamond" w:hAnsi="Garamond"/>
          <w:sz w:val="18"/>
          <w:szCs w:val="18"/>
        </w:rPr>
        <w:t xml:space="preserve">Der Schauspiel- und TV-Star Cornelius Obonya unterstütze den Benefiz-Gartencocktail des Malteser Ordenshauses. </w:t>
      </w:r>
      <w:proofErr w:type="spellStart"/>
      <w:r w:rsidRPr="002A4A6D">
        <w:rPr>
          <w:rFonts w:ascii="Garamond" w:hAnsi="Garamond"/>
          <w:sz w:val="18"/>
          <w:szCs w:val="18"/>
        </w:rPr>
        <w:t>v.r.n.l</w:t>
      </w:r>
      <w:proofErr w:type="spellEnd"/>
      <w:r w:rsidRPr="002A4A6D">
        <w:rPr>
          <w:rFonts w:ascii="Garamond" w:hAnsi="Garamond"/>
          <w:sz w:val="18"/>
          <w:szCs w:val="18"/>
        </w:rPr>
        <w:t>: Mag. Erasmus Pachta-</w:t>
      </w:r>
      <w:proofErr w:type="spellStart"/>
      <w:r w:rsidRPr="002A4A6D">
        <w:rPr>
          <w:rFonts w:ascii="Garamond" w:hAnsi="Garamond"/>
          <w:sz w:val="18"/>
          <w:szCs w:val="18"/>
        </w:rPr>
        <w:t>Reyhofen</w:t>
      </w:r>
      <w:proofErr w:type="spellEnd"/>
      <w:r w:rsidRPr="002A4A6D">
        <w:rPr>
          <w:rFonts w:ascii="Garamond" w:hAnsi="Garamond"/>
          <w:sz w:val="18"/>
          <w:szCs w:val="18"/>
        </w:rPr>
        <w:t xml:space="preserve"> (</w:t>
      </w:r>
      <w:proofErr w:type="spellStart"/>
      <w:r w:rsidRPr="002A4A6D">
        <w:rPr>
          <w:rFonts w:ascii="Garamond" w:hAnsi="Garamond"/>
          <w:sz w:val="18"/>
          <w:szCs w:val="18"/>
        </w:rPr>
        <w:t>Präs</w:t>
      </w:r>
      <w:proofErr w:type="spellEnd"/>
      <w:r w:rsidRPr="002A4A6D">
        <w:rPr>
          <w:rFonts w:ascii="Garamond" w:hAnsi="Garamond"/>
          <w:sz w:val="18"/>
          <w:szCs w:val="18"/>
        </w:rPr>
        <w:t>. Verein Malteser Ordenshaus), Cornelius Obonya, Gini Czernin-</w:t>
      </w:r>
      <w:proofErr w:type="spellStart"/>
      <w:r w:rsidRPr="002A4A6D">
        <w:rPr>
          <w:rFonts w:ascii="Garamond" w:hAnsi="Garamond"/>
          <w:sz w:val="18"/>
          <w:szCs w:val="18"/>
        </w:rPr>
        <w:t>Dirkenau</w:t>
      </w:r>
      <w:proofErr w:type="spellEnd"/>
      <w:r w:rsidRPr="002A4A6D">
        <w:rPr>
          <w:rFonts w:ascii="Garamond" w:hAnsi="Garamond"/>
          <w:sz w:val="18"/>
          <w:szCs w:val="18"/>
        </w:rPr>
        <w:t xml:space="preserve"> und Therese Backhausen (beide Malteser Hospitaldienst Austria), Jochen Ressel (Moderator, Kommunikationsverantwortlicher des </w:t>
      </w:r>
      <w:proofErr w:type="spellStart"/>
      <w:r w:rsidRPr="002A4A6D">
        <w:rPr>
          <w:rFonts w:ascii="Garamond" w:hAnsi="Garamond"/>
          <w:sz w:val="18"/>
          <w:szCs w:val="18"/>
        </w:rPr>
        <w:t>Malterserordens</w:t>
      </w:r>
      <w:proofErr w:type="spellEnd"/>
      <w:r w:rsidRPr="002A4A6D">
        <w:rPr>
          <w:rFonts w:ascii="Garamond" w:hAnsi="Garamond"/>
          <w:sz w:val="18"/>
          <w:szCs w:val="18"/>
        </w:rPr>
        <w:t>)</w:t>
      </w:r>
    </w:p>
    <w:p w14:paraId="70C0E252" w14:textId="77777777" w:rsidR="002A4A6D" w:rsidRPr="002A4A6D" w:rsidRDefault="002A4A6D" w:rsidP="002A4A6D">
      <w:pPr>
        <w:tabs>
          <w:tab w:val="right" w:pos="9072"/>
        </w:tabs>
        <w:rPr>
          <w:rFonts w:ascii="Garamond" w:hAnsi="Garamond"/>
          <w:sz w:val="22"/>
          <w:szCs w:val="22"/>
        </w:rPr>
      </w:pPr>
    </w:p>
    <w:p w14:paraId="745C1436" w14:textId="77777777" w:rsidR="002A4A6D" w:rsidRPr="002A4A6D" w:rsidRDefault="002A4A6D" w:rsidP="002A4A6D">
      <w:pPr>
        <w:tabs>
          <w:tab w:val="right" w:pos="9072"/>
        </w:tabs>
        <w:rPr>
          <w:rFonts w:ascii="Garamond" w:hAnsi="Garamond"/>
          <w:b/>
          <w:bCs/>
          <w:sz w:val="22"/>
          <w:szCs w:val="22"/>
        </w:rPr>
      </w:pPr>
    </w:p>
    <w:p w14:paraId="0B805288" w14:textId="77777777" w:rsidR="002A4A6D" w:rsidRPr="002A4A6D" w:rsidRDefault="002A4A6D" w:rsidP="002A4A6D">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Bild 2</w:t>
      </w:r>
    </w:p>
    <w:p w14:paraId="54EAE912" w14:textId="77777777" w:rsidR="002A4A6D" w:rsidRPr="002A4A6D" w:rsidRDefault="002A4A6D" w:rsidP="002A4A6D">
      <w:pPr>
        <w:tabs>
          <w:tab w:val="right" w:pos="9072"/>
        </w:tabs>
        <w:rPr>
          <w:rFonts w:ascii="Garamond" w:hAnsi="Garamond"/>
          <w:i/>
          <w:iCs/>
          <w:sz w:val="22"/>
          <w:szCs w:val="22"/>
          <w:u w:val="single"/>
        </w:rPr>
      </w:pPr>
      <w:r w:rsidRPr="002A4A6D">
        <w:rPr>
          <w:rFonts w:ascii="Garamond" w:hAnsi="Garamond"/>
          <w:sz w:val="22"/>
          <w:szCs w:val="22"/>
        </w:rPr>
        <w:drawing>
          <wp:anchor distT="0" distB="0" distL="114300" distR="114300" simplePos="0" relativeHeight="251660288" behindDoc="0" locked="0" layoutInCell="1" allowOverlap="1" wp14:anchorId="155728A8" wp14:editId="4BBF662F">
            <wp:simplePos x="0" y="0"/>
            <wp:positionH relativeFrom="column">
              <wp:posOffset>458470</wp:posOffset>
            </wp:positionH>
            <wp:positionV relativeFrom="paragraph">
              <wp:posOffset>111125</wp:posOffset>
            </wp:positionV>
            <wp:extent cx="2692400" cy="1924685"/>
            <wp:effectExtent l="0" t="0" r="0" b="5715"/>
            <wp:wrapNone/>
            <wp:docPr id="838884282" name="Grafik 838884282" descr="Ein Bild, das draußen, Baum,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884282" name="Grafik 838884282" descr="Ein Bild, das draußen, Baum, Kleidung, Man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92400" cy="1924685"/>
                    </a:xfrm>
                    <a:prstGeom prst="rect">
                      <a:avLst/>
                    </a:prstGeom>
                  </pic:spPr>
                </pic:pic>
              </a:graphicData>
            </a:graphic>
            <wp14:sizeRelH relativeFrom="page">
              <wp14:pctWidth>0</wp14:pctWidth>
            </wp14:sizeRelH>
            <wp14:sizeRelV relativeFrom="page">
              <wp14:pctHeight>0</wp14:pctHeight>
            </wp14:sizeRelV>
          </wp:anchor>
        </w:drawing>
      </w:r>
    </w:p>
    <w:p w14:paraId="52FC442F" w14:textId="77777777" w:rsidR="002A4A6D" w:rsidRPr="002A4A6D" w:rsidRDefault="002A4A6D" w:rsidP="002A4A6D">
      <w:pPr>
        <w:tabs>
          <w:tab w:val="right" w:pos="9072"/>
        </w:tabs>
        <w:rPr>
          <w:rFonts w:ascii="Garamond" w:hAnsi="Garamond"/>
          <w:sz w:val="22"/>
          <w:szCs w:val="22"/>
        </w:rPr>
      </w:pPr>
    </w:p>
    <w:p w14:paraId="32D0A773" w14:textId="77777777" w:rsidR="002A4A6D" w:rsidRPr="002A4A6D" w:rsidRDefault="002A4A6D" w:rsidP="002A4A6D">
      <w:pPr>
        <w:tabs>
          <w:tab w:val="right" w:pos="9072"/>
        </w:tabs>
        <w:rPr>
          <w:rFonts w:ascii="Garamond" w:hAnsi="Garamond"/>
          <w:sz w:val="22"/>
          <w:szCs w:val="22"/>
        </w:rPr>
      </w:pPr>
    </w:p>
    <w:p w14:paraId="09B4C198" w14:textId="77777777" w:rsidR="002A4A6D" w:rsidRPr="002A4A6D" w:rsidRDefault="002A4A6D" w:rsidP="002A4A6D">
      <w:pPr>
        <w:tabs>
          <w:tab w:val="right" w:pos="9072"/>
        </w:tabs>
        <w:rPr>
          <w:rFonts w:ascii="Garamond" w:hAnsi="Garamond"/>
          <w:sz w:val="22"/>
          <w:szCs w:val="22"/>
        </w:rPr>
      </w:pPr>
    </w:p>
    <w:p w14:paraId="76739D63" w14:textId="77777777" w:rsidR="002A4A6D" w:rsidRPr="002A4A6D" w:rsidRDefault="002A4A6D" w:rsidP="002A4A6D">
      <w:pPr>
        <w:tabs>
          <w:tab w:val="right" w:pos="9072"/>
        </w:tabs>
        <w:rPr>
          <w:rFonts w:ascii="Garamond" w:hAnsi="Garamond"/>
          <w:sz w:val="22"/>
          <w:szCs w:val="22"/>
        </w:rPr>
      </w:pPr>
    </w:p>
    <w:p w14:paraId="4C69CF82" w14:textId="77777777" w:rsidR="002A4A6D" w:rsidRPr="002A4A6D" w:rsidRDefault="002A4A6D" w:rsidP="002A4A6D">
      <w:pPr>
        <w:tabs>
          <w:tab w:val="right" w:pos="9072"/>
        </w:tabs>
        <w:rPr>
          <w:rFonts w:ascii="Garamond" w:hAnsi="Garamond"/>
          <w:sz w:val="22"/>
          <w:szCs w:val="22"/>
        </w:rPr>
      </w:pPr>
    </w:p>
    <w:p w14:paraId="124A8153" w14:textId="77777777" w:rsidR="002A4A6D" w:rsidRPr="002A4A6D" w:rsidRDefault="002A4A6D" w:rsidP="002A4A6D">
      <w:pPr>
        <w:tabs>
          <w:tab w:val="right" w:pos="9072"/>
        </w:tabs>
        <w:rPr>
          <w:rFonts w:ascii="Garamond" w:hAnsi="Garamond"/>
          <w:sz w:val="22"/>
          <w:szCs w:val="22"/>
        </w:rPr>
      </w:pPr>
    </w:p>
    <w:p w14:paraId="4F50117D" w14:textId="77777777" w:rsidR="002A4A6D" w:rsidRPr="002A4A6D" w:rsidRDefault="002A4A6D" w:rsidP="002A4A6D">
      <w:pPr>
        <w:tabs>
          <w:tab w:val="right" w:pos="9072"/>
        </w:tabs>
        <w:rPr>
          <w:rFonts w:ascii="Garamond" w:hAnsi="Garamond"/>
          <w:sz w:val="22"/>
          <w:szCs w:val="22"/>
        </w:rPr>
      </w:pPr>
    </w:p>
    <w:p w14:paraId="4DBBB510" w14:textId="77777777" w:rsidR="002A4A6D" w:rsidRPr="002A4A6D" w:rsidRDefault="002A4A6D" w:rsidP="002A4A6D">
      <w:pPr>
        <w:tabs>
          <w:tab w:val="right" w:pos="9072"/>
        </w:tabs>
        <w:rPr>
          <w:rFonts w:ascii="Garamond" w:hAnsi="Garamond"/>
          <w:sz w:val="22"/>
          <w:szCs w:val="22"/>
        </w:rPr>
      </w:pPr>
    </w:p>
    <w:p w14:paraId="351DF9AF" w14:textId="77777777" w:rsidR="002A4A6D" w:rsidRPr="002A4A6D" w:rsidRDefault="002A4A6D" w:rsidP="002A4A6D">
      <w:pPr>
        <w:tabs>
          <w:tab w:val="right" w:pos="9072"/>
        </w:tabs>
        <w:rPr>
          <w:rFonts w:ascii="Garamond" w:hAnsi="Garamond"/>
          <w:sz w:val="22"/>
          <w:szCs w:val="22"/>
        </w:rPr>
      </w:pPr>
    </w:p>
    <w:p w14:paraId="5A00845E" w14:textId="77777777" w:rsidR="002A4A6D" w:rsidRPr="002A4A6D" w:rsidRDefault="002A4A6D" w:rsidP="002A4A6D">
      <w:pPr>
        <w:tabs>
          <w:tab w:val="right" w:pos="9072"/>
        </w:tabs>
        <w:rPr>
          <w:rFonts w:ascii="Garamond" w:hAnsi="Garamond"/>
          <w:sz w:val="22"/>
          <w:szCs w:val="22"/>
        </w:rPr>
      </w:pPr>
    </w:p>
    <w:p w14:paraId="60E2E329" w14:textId="77777777" w:rsidR="002A4A6D" w:rsidRPr="002A4A6D" w:rsidRDefault="002A4A6D" w:rsidP="002A4A6D">
      <w:pPr>
        <w:tabs>
          <w:tab w:val="right" w:pos="9072"/>
        </w:tabs>
        <w:rPr>
          <w:rFonts w:ascii="Garamond" w:hAnsi="Garamond"/>
          <w:sz w:val="22"/>
          <w:szCs w:val="22"/>
        </w:rPr>
      </w:pPr>
    </w:p>
    <w:p w14:paraId="7B319400" w14:textId="77777777" w:rsidR="002A4A6D" w:rsidRPr="002A4A6D" w:rsidRDefault="002A4A6D" w:rsidP="002A4A6D">
      <w:pPr>
        <w:tabs>
          <w:tab w:val="right" w:pos="9072"/>
        </w:tabs>
        <w:rPr>
          <w:rFonts w:ascii="Garamond" w:hAnsi="Garamond"/>
          <w:sz w:val="22"/>
          <w:szCs w:val="22"/>
        </w:rPr>
      </w:pPr>
    </w:p>
    <w:p w14:paraId="3807CAB9" w14:textId="77777777" w:rsidR="002A4A6D" w:rsidRPr="002A4A6D" w:rsidRDefault="002A4A6D" w:rsidP="002A4A6D">
      <w:pPr>
        <w:tabs>
          <w:tab w:val="right" w:pos="9072"/>
        </w:tabs>
        <w:rPr>
          <w:rFonts w:ascii="Garamond" w:hAnsi="Garamond"/>
          <w:sz w:val="22"/>
          <w:szCs w:val="22"/>
        </w:rPr>
      </w:pPr>
    </w:p>
    <w:p w14:paraId="1DF8E550" w14:textId="77777777" w:rsidR="002A4A6D" w:rsidRPr="002A4A6D" w:rsidRDefault="002A4A6D" w:rsidP="002A4A6D">
      <w:pPr>
        <w:tabs>
          <w:tab w:val="right" w:pos="9072"/>
        </w:tabs>
        <w:ind w:left="709"/>
        <w:rPr>
          <w:rFonts w:ascii="Garamond" w:hAnsi="Garamond"/>
          <w:sz w:val="18"/>
          <w:szCs w:val="18"/>
        </w:rPr>
      </w:pPr>
      <w:r w:rsidRPr="002A4A6D">
        <w:rPr>
          <w:rFonts w:ascii="Garamond" w:hAnsi="Garamond"/>
          <w:sz w:val="18"/>
          <w:szCs w:val="18"/>
        </w:rPr>
        <w:t>Bildtext:</w:t>
      </w:r>
    </w:p>
    <w:p w14:paraId="7081FA30" w14:textId="77777777" w:rsidR="002A4A6D" w:rsidRPr="002A4A6D" w:rsidRDefault="002A4A6D" w:rsidP="002A4A6D">
      <w:pPr>
        <w:tabs>
          <w:tab w:val="right" w:pos="9072"/>
        </w:tabs>
        <w:ind w:left="709"/>
        <w:rPr>
          <w:rFonts w:ascii="Garamond" w:hAnsi="Garamond"/>
          <w:sz w:val="18"/>
          <w:szCs w:val="18"/>
        </w:rPr>
      </w:pPr>
      <w:r w:rsidRPr="002A4A6D">
        <w:rPr>
          <w:rFonts w:ascii="Garamond" w:hAnsi="Garamond"/>
          <w:sz w:val="18"/>
          <w:szCs w:val="18"/>
        </w:rPr>
        <w:t>Unterstützerinnen und Unterstützer des Pflegewohnheims genossen den Benefiz-Cocktail im malerischen Garten des Malteser Ordenshauses im 3. Wiener Gemeindebezirk.</w:t>
      </w:r>
    </w:p>
    <w:p w14:paraId="0EE86BDD" w14:textId="77777777" w:rsidR="002A4A6D" w:rsidRPr="002A4A6D" w:rsidRDefault="002A4A6D" w:rsidP="002A4A6D">
      <w:pPr>
        <w:tabs>
          <w:tab w:val="right" w:pos="9072"/>
        </w:tabs>
        <w:rPr>
          <w:rFonts w:ascii="Garamond" w:hAnsi="Garamond"/>
          <w:sz w:val="18"/>
          <w:szCs w:val="18"/>
        </w:rPr>
      </w:pPr>
    </w:p>
    <w:sectPr w:rsidR="002A4A6D" w:rsidRPr="002A4A6D"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6B041" w14:textId="77777777" w:rsidR="00A105DD" w:rsidRDefault="00A105DD">
      <w:r>
        <w:separator/>
      </w:r>
    </w:p>
  </w:endnote>
  <w:endnote w:type="continuationSeparator" w:id="0">
    <w:p w14:paraId="1BD3A05E" w14:textId="77777777" w:rsidR="00A105DD" w:rsidRDefault="00A1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1310D" w14:textId="77777777" w:rsidR="001F7FCA" w:rsidRDefault="001F7FCA" w:rsidP="00CB2792">
    <w:pPr>
      <w:pStyle w:val="Fuzeile"/>
      <w:jc w:val="center"/>
      <w:rPr>
        <w:rFonts w:ascii="Garamond" w:hAnsi="Garamond"/>
        <w:smallCaps/>
        <w:color w:val="FF0000"/>
        <w:sz w:val="20"/>
        <w:szCs w:val="15"/>
        <w:lang w:val="en-GB"/>
      </w:rPr>
    </w:pPr>
  </w:p>
  <w:p w14:paraId="4563A434" w14:textId="77777777" w:rsidR="001F7FCA" w:rsidRDefault="001F7FCA" w:rsidP="00CB2792">
    <w:pPr>
      <w:pStyle w:val="Fuzeile"/>
      <w:jc w:val="center"/>
      <w:rPr>
        <w:rFonts w:ascii="Garamond" w:hAnsi="Garamond"/>
        <w:smallCaps/>
        <w:color w:val="FF0000"/>
        <w:sz w:val="20"/>
        <w:szCs w:val="15"/>
        <w:lang w:val="en-GB"/>
      </w:rPr>
    </w:pPr>
  </w:p>
  <w:p w14:paraId="1A9F289F" w14:textId="77777777" w:rsidR="001F7FCA" w:rsidRDefault="001F7FCA" w:rsidP="00CB2792">
    <w:pPr>
      <w:pStyle w:val="Fuzeile"/>
      <w:jc w:val="center"/>
      <w:rPr>
        <w:rFonts w:ascii="Garamond" w:hAnsi="Garamond"/>
        <w:smallCaps/>
        <w:color w:val="FF0000"/>
        <w:sz w:val="20"/>
        <w:szCs w:val="15"/>
        <w:lang w:val="en-GB"/>
      </w:rPr>
    </w:pPr>
  </w:p>
  <w:p w14:paraId="66E62B69" w14:textId="77777777" w:rsidR="00CB2792" w:rsidRPr="00005F6E" w:rsidRDefault="00300110"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sidR="00370166">
      <w:rPr>
        <w:rFonts w:ascii="Garamond" w:hAnsi="Garamond"/>
        <w:smallCaps/>
        <w:color w:val="FF0000"/>
        <w:sz w:val="20"/>
        <w:szCs w:val="15"/>
        <w:lang w:val="en-GB"/>
      </w:rPr>
      <w:t>ohannesgasse</w:t>
    </w:r>
    <w:proofErr w:type="spellEnd"/>
    <w:r w:rsidR="00370166">
      <w:rPr>
        <w:rFonts w:ascii="Garamond" w:hAnsi="Garamond"/>
        <w:smallCaps/>
        <w:color w:val="FF0000"/>
        <w:sz w:val="20"/>
        <w:szCs w:val="15"/>
        <w:lang w:val="en-GB"/>
      </w:rPr>
      <w:t xml:space="preserve"> 2, A-1010 Wien</w:t>
    </w:r>
  </w:p>
  <w:p w14:paraId="271C3835" w14:textId="77777777" w:rsidR="00300110" w:rsidRPr="00005F6E" w:rsidRDefault="00370166" w:rsidP="00CB2792">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00300110"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00300110"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00300110"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00A513A9" w14:textId="77777777" w:rsidR="00300110" w:rsidRPr="00005F6E" w:rsidRDefault="00547FE7"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w:t>
    </w:r>
    <w:r w:rsidR="00300110" w:rsidRPr="00005F6E">
      <w:rPr>
        <w:rFonts w:ascii="Garamond" w:hAnsi="Garamond"/>
        <w:smallCaps/>
        <w:color w:val="FF0000"/>
        <w:sz w:val="20"/>
        <w:szCs w:val="15"/>
        <w:lang w:val="en-GB"/>
      </w:rPr>
      <w:t>, BIC: BKAUATWW, IBAN: AT71 1100 0005 2288 8700</w:t>
    </w:r>
    <w:r w:rsidRPr="00005F6E">
      <w:rPr>
        <w:rFonts w:ascii="Garamond" w:hAnsi="Garamond"/>
        <w:smallCaps/>
        <w:color w:val="FF0000"/>
        <w:sz w:val="20"/>
        <w:szCs w:val="15"/>
        <w:lang w:val="en-GB"/>
      </w:rPr>
      <w:t>,</w:t>
    </w:r>
    <w:r w:rsidR="00300110" w:rsidRPr="00005F6E">
      <w:rPr>
        <w:rFonts w:ascii="Garamond" w:hAnsi="Garamond"/>
        <w:smallCaps/>
        <w:color w:val="FF0000"/>
        <w:sz w:val="20"/>
        <w:szCs w:val="15"/>
        <w:lang w:val="en-GB"/>
      </w:rPr>
      <w:t xml:space="preserve"> ATU 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9D3E" w14:textId="77777777" w:rsidR="0067574B" w:rsidRDefault="0067574B" w:rsidP="0067574B">
    <w:pPr>
      <w:pStyle w:val="Fuzeile"/>
      <w:jc w:val="center"/>
      <w:rPr>
        <w:rFonts w:ascii="Garamond" w:hAnsi="Garamond"/>
        <w:smallCaps/>
        <w:color w:val="FF0000"/>
        <w:sz w:val="20"/>
        <w:szCs w:val="15"/>
        <w:lang w:val="en-GB"/>
      </w:rPr>
    </w:pPr>
  </w:p>
  <w:p w14:paraId="42312CC3" w14:textId="77777777" w:rsidR="0067574B" w:rsidRDefault="0067574B" w:rsidP="0067574B">
    <w:pPr>
      <w:pStyle w:val="Fuzeile"/>
      <w:jc w:val="center"/>
      <w:rPr>
        <w:rFonts w:ascii="Garamond" w:hAnsi="Garamond"/>
        <w:smallCaps/>
        <w:color w:val="FF0000"/>
        <w:sz w:val="20"/>
        <w:szCs w:val="15"/>
        <w:lang w:val="en-GB"/>
      </w:rPr>
    </w:pPr>
  </w:p>
  <w:p w14:paraId="738F1B7D" w14:textId="77777777" w:rsidR="0067574B" w:rsidRDefault="0067574B" w:rsidP="0067574B">
    <w:pPr>
      <w:pStyle w:val="Fuzeile"/>
      <w:jc w:val="center"/>
      <w:rPr>
        <w:rFonts w:ascii="Garamond" w:hAnsi="Garamond"/>
        <w:smallCaps/>
        <w:color w:val="FF0000"/>
        <w:sz w:val="20"/>
        <w:szCs w:val="15"/>
        <w:lang w:val="en-GB"/>
      </w:rPr>
    </w:pPr>
  </w:p>
  <w:p w14:paraId="541E84C4"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Pr>
        <w:rFonts w:ascii="Garamond" w:hAnsi="Garamond"/>
        <w:smallCaps/>
        <w:color w:val="FF0000"/>
        <w:sz w:val="20"/>
        <w:szCs w:val="15"/>
        <w:lang w:val="en-GB"/>
      </w:rPr>
      <w:t>ohannesgasse</w:t>
    </w:r>
    <w:proofErr w:type="spellEnd"/>
    <w:r>
      <w:rPr>
        <w:rFonts w:ascii="Garamond" w:hAnsi="Garamond"/>
        <w:smallCaps/>
        <w:color w:val="FF0000"/>
        <w:sz w:val="20"/>
        <w:szCs w:val="15"/>
        <w:lang w:val="en-GB"/>
      </w:rPr>
      <w:t xml:space="preserve"> 2, A-1010 Wien</w:t>
    </w:r>
  </w:p>
  <w:p w14:paraId="31D844DF" w14:textId="77777777" w:rsidR="0067574B" w:rsidRPr="00005F6E" w:rsidRDefault="0067574B" w:rsidP="0067574B">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50D6E78B"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 BIC: BKAUATWW, IBAN: AT71 1100 0005 2288 8700, ATU 16294007</w:t>
    </w:r>
  </w:p>
  <w:p w14:paraId="5F7D92BD" w14:textId="77777777" w:rsidR="0067574B" w:rsidRDefault="006757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1D471" w14:textId="77777777" w:rsidR="00A105DD" w:rsidRDefault="00A105DD">
      <w:r>
        <w:separator/>
      </w:r>
    </w:p>
  </w:footnote>
  <w:footnote w:type="continuationSeparator" w:id="0">
    <w:p w14:paraId="0C773470" w14:textId="77777777" w:rsidR="00A105DD" w:rsidRDefault="00A10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9FBC" w14:textId="77777777" w:rsidR="00E506BD" w:rsidRPr="00B71126" w:rsidRDefault="00E506BD" w:rsidP="00CB2792">
    <w:pPr>
      <w:pStyle w:val="Kopfzeile"/>
      <w:jc w:val="center"/>
    </w:pPr>
    <w:r>
      <w:rPr>
        <w:noProof/>
        <w:lang w:val="de-AT" w:eastAsia="de-AT"/>
      </w:rPr>
      <w:drawing>
        <wp:anchor distT="0" distB="0" distL="114300" distR="114300" simplePos="0" relativeHeight="251659264" behindDoc="1" locked="0" layoutInCell="1" allowOverlap="1" wp14:anchorId="1B12D884" wp14:editId="3D08EF4F">
          <wp:simplePos x="0" y="0"/>
          <wp:positionH relativeFrom="margin">
            <wp:posOffset>2702721</wp:posOffset>
          </wp:positionH>
          <wp:positionV relativeFrom="paragraph">
            <wp:posOffset>-142240</wp:posOffset>
          </wp:positionV>
          <wp:extent cx="361665" cy="437511"/>
          <wp:effectExtent l="0" t="0" r="635" b="1270"/>
          <wp:wrapNone/>
          <wp:docPr id="9"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665" cy="437511"/>
                  </a:xfrm>
                  <a:prstGeom prst="rect">
                    <a:avLst/>
                  </a:prstGeom>
                  <a:noFill/>
                  <a:ln>
                    <a:noFill/>
                  </a:ln>
                </pic:spPr>
              </pic:pic>
            </a:graphicData>
          </a:graphic>
          <wp14:sizeRelH relativeFrom="page">
            <wp14:pctWidth>0</wp14:pctWidth>
          </wp14:sizeRelH>
          <wp14:sizeRelV relativeFrom="page">
            <wp14:pctHeight>0</wp14:pctHeight>
          </wp14:sizeRelV>
        </wp:anchor>
      </w:drawing>
    </w:r>
    <w:r w:rsidR="000B5180">
      <w:tab/>
    </w:r>
    <w:r w:rsidR="000B5180">
      <w:tab/>
    </w:r>
    <w:r w:rsidR="000B5180" w:rsidRPr="00B71126">
      <w:rPr>
        <w:rFonts w:ascii="Garamond" w:hAnsi="Garamond"/>
        <w:smallCaps/>
        <w:color w:val="FF0000"/>
        <w:sz w:val="20"/>
        <w:szCs w:val="15"/>
      </w:rPr>
      <w:t xml:space="preserve">Seite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PAGE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1</w:t>
    </w:r>
    <w:r w:rsidR="000B5180" w:rsidRPr="00B71126">
      <w:rPr>
        <w:rFonts w:ascii="Garamond" w:hAnsi="Garamond"/>
        <w:smallCaps/>
        <w:color w:val="FF0000"/>
        <w:sz w:val="20"/>
        <w:szCs w:val="15"/>
        <w:lang w:val="en-GB"/>
      </w:rPr>
      <w:fldChar w:fldCharType="end"/>
    </w:r>
    <w:r w:rsidR="000B5180" w:rsidRPr="00B71126">
      <w:rPr>
        <w:rFonts w:ascii="Garamond" w:hAnsi="Garamond"/>
        <w:smallCaps/>
        <w:color w:val="FF0000"/>
        <w:sz w:val="20"/>
        <w:szCs w:val="15"/>
      </w:rPr>
      <w:t xml:space="preserve"> von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NUMPAGES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2</w:t>
    </w:r>
    <w:r w:rsidR="000B5180" w:rsidRPr="00B71126">
      <w:rPr>
        <w:rFonts w:ascii="Garamond" w:hAnsi="Garamond"/>
        <w:smallCaps/>
        <w:color w:val="FF0000"/>
        <w:sz w:val="20"/>
        <w:szCs w:val="15"/>
        <w:lang w:val="en-GB"/>
      </w:rPr>
      <w:fldChar w:fldCharType="end"/>
    </w:r>
  </w:p>
  <w:p w14:paraId="28CCD307" w14:textId="77777777" w:rsidR="00E506BD" w:rsidRDefault="00E506BD" w:rsidP="00CB2792">
    <w:pPr>
      <w:pStyle w:val="Kopfzeile"/>
      <w:pBdr>
        <w:bottom w:val="single" w:sz="6" w:space="1" w:color="auto"/>
      </w:pBdr>
      <w:jc w:val="center"/>
    </w:pPr>
  </w:p>
  <w:p w14:paraId="54C88451" w14:textId="77777777" w:rsidR="00B71126" w:rsidRDefault="00B71126" w:rsidP="00CB2792">
    <w:pPr>
      <w:pStyle w:val="Kopfzeile"/>
      <w:pBdr>
        <w:bottom w:val="single" w:sz="6" w:space="1" w:color="auto"/>
      </w:pBdr>
      <w:jc w:val="center"/>
    </w:pPr>
  </w:p>
  <w:p w14:paraId="2B88E9EC" w14:textId="77777777" w:rsidR="00B71126" w:rsidRDefault="00B71126" w:rsidP="00CB2792">
    <w:pPr>
      <w:pStyle w:val="Kopfzeile"/>
      <w:jc w:val="center"/>
    </w:pPr>
  </w:p>
  <w:p w14:paraId="3E82DC0D" w14:textId="77777777" w:rsidR="00B71126" w:rsidRDefault="00B71126" w:rsidP="00CB2792">
    <w:pPr>
      <w:pStyle w:val="Kopfzeile"/>
      <w:jc w:val="center"/>
    </w:pPr>
  </w:p>
  <w:p w14:paraId="3D40A5FB"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828473738">
    <w:abstractNumId w:val="0"/>
  </w:num>
  <w:num w:numId="2" w16cid:durableId="212354869">
    <w:abstractNumId w:val="2"/>
  </w:num>
  <w:num w:numId="3" w16cid:durableId="1838379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ED"/>
    <w:rsid w:val="00005F6E"/>
    <w:rsid w:val="00017816"/>
    <w:rsid w:val="00020177"/>
    <w:rsid w:val="00024558"/>
    <w:rsid w:val="00024A13"/>
    <w:rsid w:val="000255B0"/>
    <w:rsid w:val="00026569"/>
    <w:rsid w:val="00026858"/>
    <w:rsid w:val="00027FC6"/>
    <w:rsid w:val="0004194B"/>
    <w:rsid w:val="00050154"/>
    <w:rsid w:val="00050AF3"/>
    <w:rsid w:val="00056366"/>
    <w:rsid w:val="000662DF"/>
    <w:rsid w:val="00084815"/>
    <w:rsid w:val="00085B44"/>
    <w:rsid w:val="000975B1"/>
    <w:rsid w:val="000B5180"/>
    <w:rsid w:val="000E34E9"/>
    <w:rsid w:val="000E7890"/>
    <w:rsid w:val="00110EC5"/>
    <w:rsid w:val="00113909"/>
    <w:rsid w:val="00116AA3"/>
    <w:rsid w:val="00130E18"/>
    <w:rsid w:val="0013294F"/>
    <w:rsid w:val="00136CF9"/>
    <w:rsid w:val="00140CEB"/>
    <w:rsid w:val="00152FF9"/>
    <w:rsid w:val="00161CBC"/>
    <w:rsid w:val="00171BE9"/>
    <w:rsid w:val="0018199F"/>
    <w:rsid w:val="00183725"/>
    <w:rsid w:val="0018711B"/>
    <w:rsid w:val="001915BD"/>
    <w:rsid w:val="001A0158"/>
    <w:rsid w:val="001D77C3"/>
    <w:rsid w:val="001E3763"/>
    <w:rsid w:val="001E646A"/>
    <w:rsid w:val="001F7FCA"/>
    <w:rsid w:val="00211420"/>
    <w:rsid w:val="00222FF1"/>
    <w:rsid w:val="00252A97"/>
    <w:rsid w:val="002566E4"/>
    <w:rsid w:val="00256C05"/>
    <w:rsid w:val="00275280"/>
    <w:rsid w:val="002A4A6D"/>
    <w:rsid w:val="002C72FD"/>
    <w:rsid w:val="002F0D38"/>
    <w:rsid w:val="00300110"/>
    <w:rsid w:val="003035D0"/>
    <w:rsid w:val="00305D69"/>
    <w:rsid w:val="00307C06"/>
    <w:rsid w:val="00310062"/>
    <w:rsid w:val="00313C30"/>
    <w:rsid w:val="00316736"/>
    <w:rsid w:val="00317DFB"/>
    <w:rsid w:val="00322623"/>
    <w:rsid w:val="00335674"/>
    <w:rsid w:val="0034241D"/>
    <w:rsid w:val="00342800"/>
    <w:rsid w:val="00364D16"/>
    <w:rsid w:val="00370166"/>
    <w:rsid w:val="00373D95"/>
    <w:rsid w:val="00374734"/>
    <w:rsid w:val="003A1782"/>
    <w:rsid w:val="003A63E1"/>
    <w:rsid w:val="003A7653"/>
    <w:rsid w:val="003C23BC"/>
    <w:rsid w:val="003C4FAA"/>
    <w:rsid w:val="003D28E7"/>
    <w:rsid w:val="003D5977"/>
    <w:rsid w:val="003E2CCB"/>
    <w:rsid w:val="003E5070"/>
    <w:rsid w:val="003F2C33"/>
    <w:rsid w:val="003F3397"/>
    <w:rsid w:val="00405411"/>
    <w:rsid w:val="00417067"/>
    <w:rsid w:val="0041792F"/>
    <w:rsid w:val="004301C4"/>
    <w:rsid w:val="0043653C"/>
    <w:rsid w:val="004422FC"/>
    <w:rsid w:val="00443A6E"/>
    <w:rsid w:val="00473817"/>
    <w:rsid w:val="00473CF9"/>
    <w:rsid w:val="00473DAA"/>
    <w:rsid w:val="00483605"/>
    <w:rsid w:val="004A0FBC"/>
    <w:rsid w:val="004B01ED"/>
    <w:rsid w:val="004B0ED3"/>
    <w:rsid w:val="004B2D1C"/>
    <w:rsid w:val="004E1536"/>
    <w:rsid w:val="004E3458"/>
    <w:rsid w:val="004E6683"/>
    <w:rsid w:val="004F0362"/>
    <w:rsid w:val="004F1CB6"/>
    <w:rsid w:val="004F2A52"/>
    <w:rsid w:val="004F4F1A"/>
    <w:rsid w:val="004F76DE"/>
    <w:rsid w:val="004F76F9"/>
    <w:rsid w:val="004F7EA5"/>
    <w:rsid w:val="00546B64"/>
    <w:rsid w:val="00547FE7"/>
    <w:rsid w:val="005672D1"/>
    <w:rsid w:val="0057100D"/>
    <w:rsid w:val="005871CD"/>
    <w:rsid w:val="005912AE"/>
    <w:rsid w:val="00591B5B"/>
    <w:rsid w:val="00596201"/>
    <w:rsid w:val="005A2155"/>
    <w:rsid w:val="005B1E2A"/>
    <w:rsid w:val="005D29E4"/>
    <w:rsid w:val="005D4D8A"/>
    <w:rsid w:val="005D565B"/>
    <w:rsid w:val="005E271B"/>
    <w:rsid w:val="00613AAB"/>
    <w:rsid w:val="00613C1D"/>
    <w:rsid w:val="006148AC"/>
    <w:rsid w:val="006278E0"/>
    <w:rsid w:val="00632609"/>
    <w:rsid w:val="00651C50"/>
    <w:rsid w:val="00666C53"/>
    <w:rsid w:val="0067574B"/>
    <w:rsid w:val="00681B6D"/>
    <w:rsid w:val="00697D28"/>
    <w:rsid w:val="006A039E"/>
    <w:rsid w:val="006A4013"/>
    <w:rsid w:val="006B1921"/>
    <w:rsid w:val="006B38DF"/>
    <w:rsid w:val="006C0EC6"/>
    <w:rsid w:val="006C5C90"/>
    <w:rsid w:val="006E0406"/>
    <w:rsid w:val="007007FD"/>
    <w:rsid w:val="007018A4"/>
    <w:rsid w:val="007037B3"/>
    <w:rsid w:val="00706375"/>
    <w:rsid w:val="00732DF7"/>
    <w:rsid w:val="0074248D"/>
    <w:rsid w:val="00746076"/>
    <w:rsid w:val="00752902"/>
    <w:rsid w:val="007548DE"/>
    <w:rsid w:val="00755A00"/>
    <w:rsid w:val="0076274C"/>
    <w:rsid w:val="00783461"/>
    <w:rsid w:val="00787405"/>
    <w:rsid w:val="007A3FD5"/>
    <w:rsid w:val="007C7B72"/>
    <w:rsid w:val="007F6CD8"/>
    <w:rsid w:val="00800D89"/>
    <w:rsid w:val="00801B42"/>
    <w:rsid w:val="00817F86"/>
    <w:rsid w:val="00820F23"/>
    <w:rsid w:val="0082541C"/>
    <w:rsid w:val="00842241"/>
    <w:rsid w:val="00854E65"/>
    <w:rsid w:val="00860AC6"/>
    <w:rsid w:val="00883F0B"/>
    <w:rsid w:val="008849F3"/>
    <w:rsid w:val="00886E86"/>
    <w:rsid w:val="00892D3E"/>
    <w:rsid w:val="008C0F2F"/>
    <w:rsid w:val="008D18C1"/>
    <w:rsid w:val="008E25AB"/>
    <w:rsid w:val="008E29B7"/>
    <w:rsid w:val="008E69E7"/>
    <w:rsid w:val="008F7949"/>
    <w:rsid w:val="00910180"/>
    <w:rsid w:val="0091055F"/>
    <w:rsid w:val="00910B74"/>
    <w:rsid w:val="00911DDC"/>
    <w:rsid w:val="009246D9"/>
    <w:rsid w:val="00927484"/>
    <w:rsid w:val="00933C50"/>
    <w:rsid w:val="009411D6"/>
    <w:rsid w:val="00943A59"/>
    <w:rsid w:val="009443B6"/>
    <w:rsid w:val="00955EF1"/>
    <w:rsid w:val="00960B87"/>
    <w:rsid w:val="00980716"/>
    <w:rsid w:val="00983A8D"/>
    <w:rsid w:val="00985954"/>
    <w:rsid w:val="009870AF"/>
    <w:rsid w:val="009957B2"/>
    <w:rsid w:val="009B1B62"/>
    <w:rsid w:val="009B773F"/>
    <w:rsid w:val="009C07E6"/>
    <w:rsid w:val="009E0959"/>
    <w:rsid w:val="009E18FC"/>
    <w:rsid w:val="009F0CF8"/>
    <w:rsid w:val="00A105DD"/>
    <w:rsid w:val="00A22D3E"/>
    <w:rsid w:val="00A35C75"/>
    <w:rsid w:val="00A46082"/>
    <w:rsid w:val="00A50041"/>
    <w:rsid w:val="00A54A6B"/>
    <w:rsid w:val="00A55E3F"/>
    <w:rsid w:val="00A8423B"/>
    <w:rsid w:val="00A95127"/>
    <w:rsid w:val="00AA464C"/>
    <w:rsid w:val="00AC03B4"/>
    <w:rsid w:val="00AC0C2F"/>
    <w:rsid w:val="00AD45DF"/>
    <w:rsid w:val="00B031CD"/>
    <w:rsid w:val="00B0335E"/>
    <w:rsid w:val="00B331C5"/>
    <w:rsid w:val="00B52B05"/>
    <w:rsid w:val="00B70528"/>
    <w:rsid w:val="00B71126"/>
    <w:rsid w:val="00B7672B"/>
    <w:rsid w:val="00B92343"/>
    <w:rsid w:val="00B94050"/>
    <w:rsid w:val="00B9653A"/>
    <w:rsid w:val="00BA056E"/>
    <w:rsid w:val="00BB54FC"/>
    <w:rsid w:val="00BC23D7"/>
    <w:rsid w:val="00BC749C"/>
    <w:rsid w:val="00BD02FA"/>
    <w:rsid w:val="00BD08C6"/>
    <w:rsid w:val="00BD5722"/>
    <w:rsid w:val="00BD6889"/>
    <w:rsid w:val="00BE02BF"/>
    <w:rsid w:val="00BE4701"/>
    <w:rsid w:val="00BF42E0"/>
    <w:rsid w:val="00BF47CA"/>
    <w:rsid w:val="00C05100"/>
    <w:rsid w:val="00C14646"/>
    <w:rsid w:val="00C14791"/>
    <w:rsid w:val="00C171C2"/>
    <w:rsid w:val="00C24C17"/>
    <w:rsid w:val="00C26235"/>
    <w:rsid w:val="00C31DAC"/>
    <w:rsid w:val="00C820D5"/>
    <w:rsid w:val="00CA3357"/>
    <w:rsid w:val="00CA3A0C"/>
    <w:rsid w:val="00CB2792"/>
    <w:rsid w:val="00CC0B50"/>
    <w:rsid w:val="00CC334E"/>
    <w:rsid w:val="00CD1A9C"/>
    <w:rsid w:val="00CD5A90"/>
    <w:rsid w:val="00CD6148"/>
    <w:rsid w:val="00CF2C6F"/>
    <w:rsid w:val="00CF3EAF"/>
    <w:rsid w:val="00D249E7"/>
    <w:rsid w:val="00D42485"/>
    <w:rsid w:val="00D6127F"/>
    <w:rsid w:val="00D64F1B"/>
    <w:rsid w:val="00D75C79"/>
    <w:rsid w:val="00D900F7"/>
    <w:rsid w:val="00D965E1"/>
    <w:rsid w:val="00DC3465"/>
    <w:rsid w:val="00DD53BF"/>
    <w:rsid w:val="00DE5181"/>
    <w:rsid w:val="00DE5737"/>
    <w:rsid w:val="00DF24E5"/>
    <w:rsid w:val="00DF3B65"/>
    <w:rsid w:val="00E03BF5"/>
    <w:rsid w:val="00E31247"/>
    <w:rsid w:val="00E325E9"/>
    <w:rsid w:val="00E37D39"/>
    <w:rsid w:val="00E506BD"/>
    <w:rsid w:val="00E56D74"/>
    <w:rsid w:val="00E62CD5"/>
    <w:rsid w:val="00E75600"/>
    <w:rsid w:val="00E82251"/>
    <w:rsid w:val="00E953C7"/>
    <w:rsid w:val="00EB1C61"/>
    <w:rsid w:val="00EC4CCC"/>
    <w:rsid w:val="00EC7A8F"/>
    <w:rsid w:val="00F04A91"/>
    <w:rsid w:val="00F21F69"/>
    <w:rsid w:val="00F25471"/>
    <w:rsid w:val="00F30D97"/>
    <w:rsid w:val="00F31D00"/>
    <w:rsid w:val="00F3624A"/>
    <w:rsid w:val="00F4319F"/>
    <w:rsid w:val="00F73962"/>
    <w:rsid w:val="00F919EA"/>
    <w:rsid w:val="00F95729"/>
    <w:rsid w:val="00F97142"/>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52440"/>
  <w15:docId w15:val="{0405C05C-4EA3-448E-9FB5-DFA2A7DD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NichtaufgelsteErwhnung">
    <w:name w:val="Unresolved Mention"/>
    <w:basedOn w:val="Absatz-Standardschriftart"/>
    <w:uiPriority w:val="99"/>
    <w:semiHidden/>
    <w:unhideWhenUsed/>
    <w:rsid w:val="00627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2023\2%20-%20Vorlagen\SMRO-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H:\2023\2 - Vorlagen\SMRO-Brief.dotx</Template>
  <TotalTime>0</TotalTime>
  <Pages>3</Pages>
  <Words>950</Words>
  <Characters>5989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Jochen Ressel</dc:creator>
  <cp:lastModifiedBy>Jochen Ressel</cp:lastModifiedBy>
  <cp:revision>27</cp:revision>
  <cp:lastPrinted>2023-09-06T11:42:00Z</cp:lastPrinted>
  <dcterms:created xsi:type="dcterms:W3CDTF">2023-06-27T07:27:00Z</dcterms:created>
  <dcterms:modified xsi:type="dcterms:W3CDTF">2023-09-13T14:53:00Z</dcterms:modified>
</cp:coreProperties>
</file>